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F83312" w14:textId="77777777" w:rsidR="0086123A" w:rsidRPr="00EF3221" w:rsidRDefault="0086123A" w:rsidP="00445505">
      <w:pPr>
        <w:jc w:val="center"/>
        <w:outlineLvl w:val="0"/>
        <w:rPr>
          <w:rFonts w:ascii="Arial Nova" w:hAnsi="Arial Nova" w:cs="Arial"/>
          <w:bCs/>
          <w:szCs w:val="20"/>
        </w:rPr>
      </w:pPr>
    </w:p>
    <w:p w14:paraId="1CEBBD25" w14:textId="798B9766" w:rsidR="0042010E" w:rsidRPr="00EF3221" w:rsidRDefault="008D4062" w:rsidP="00445505">
      <w:pPr>
        <w:autoSpaceDE w:val="0"/>
        <w:autoSpaceDN w:val="0"/>
        <w:adjustRightInd w:val="0"/>
        <w:rPr>
          <w:rFonts w:ascii="Arial Nova" w:hAnsi="Arial Nova" w:cs="Arial"/>
          <w:bCs/>
          <w:spacing w:val="0"/>
          <w:szCs w:val="20"/>
          <w:lang w:val="en-ZA"/>
        </w:rPr>
      </w:pPr>
      <w:r>
        <w:rPr>
          <w:rFonts w:ascii="Arial Nova" w:hAnsi="Arial Nova" w:cs="Arial"/>
          <w:bCs/>
          <w:spacing w:val="0"/>
          <w:szCs w:val="20"/>
          <w:lang w:val="en-ZA"/>
        </w:rPr>
        <w:t>15</w:t>
      </w:r>
      <w:r w:rsidR="00E310E4">
        <w:rPr>
          <w:rFonts w:ascii="Arial Nova" w:hAnsi="Arial Nova" w:cs="Arial"/>
          <w:bCs/>
          <w:spacing w:val="0"/>
          <w:szCs w:val="20"/>
          <w:lang w:val="en-ZA"/>
        </w:rPr>
        <w:t xml:space="preserve"> </w:t>
      </w:r>
      <w:r>
        <w:rPr>
          <w:rFonts w:ascii="Arial Nova" w:hAnsi="Arial Nova" w:cs="Arial"/>
          <w:bCs/>
          <w:spacing w:val="0"/>
          <w:szCs w:val="20"/>
          <w:lang w:val="en-ZA"/>
        </w:rPr>
        <w:t xml:space="preserve">August </w:t>
      </w:r>
      <w:r w:rsidR="002F2B5E">
        <w:rPr>
          <w:rFonts w:ascii="Arial Nova" w:hAnsi="Arial Nova" w:cs="Arial"/>
          <w:bCs/>
          <w:spacing w:val="0"/>
          <w:szCs w:val="20"/>
          <w:lang w:val="en-ZA"/>
        </w:rPr>
        <w:t>202</w:t>
      </w:r>
      <w:r w:rsidR="007342F4">
        <w:rPr>
          <w:rFonts w:ascii="Arial Nova" w:hAnsi="Arial Nova" w:cs="Arial"/>
          <w:bCs/>
          <w:spacing w:val="0"/>
          <w:szCs w:val="20"/>
          <w:lang w:val="en-ZA"/>
        </w:rPr>
        <w:t>4</w:t>
      </w:r>
    </w:p>
    <w:p w14:paraId="1AC3EF1D" w14:textId="77777777" w:rsidR="0042010E" w:rsidRPr="00EF3221" w:rsidRDefault="0042010E" w:rsidP="00445505">
      <w:pPr>
        <w:autoSpaceDE w:val="0"/>
        <w:autoSpaceDN w:val="0"/>
        <w:adjustRightInd w:val="0"/>
        <w:rPr>
          <w:rFonts w:ascii="Arial Nova" w:hAnsi="Arial Nova" w:cs="Arial"/>
          <w:bCs/>
          <w:spacing w:val="0"/>
          <w:szCs w:val="20"/>
          <w:lang w:val="en-ZA"/>
        </w:rPr>
      </w:pPr>
    </w:p>
    <w:p w14:paraId="35ADED06" w14:textId="77777777" w:rsidR="00474A2D" w:rsidRDefault="00474A2D" w:rsidP="00445505">
      <w:pPr>
        <w:widowControl w:val="0"/>
        <w:tabs>
          <w:tab w:val="left" w:pos="1134"/>
          <w:tab w:val="left" w:pos="5216"/>
          <w:tab w:val="left" w:pos="6350"/>
        </w:tabs>
        <w:suppressAutoHyphens/>
        <w:autoSpaceDE w:val="0"/>
        <w:autoSpaceDN w:val="0"/>
        <w:adjustRightInd w:val="0"/>
        <w:spacing w:before="85"/>
        <w:textAlignment w:val="center"/>
        <w:outlineLvl w:val="0"/>
        <w:rPr>
          <w:rFonts w:ascii="Arial Nova" w:hAnsi="Arial Nova" w:cs="Arial"/>
          <w:b/>
          <w:spacing w:val="0"/>
          <w:szCs w:val="20"/>
          <w:lang w:val="en-ZA"/>
        </w:rPr>
      </w:pPr>
      <w:r w:rsidRPr="00474A2D">
        <w:rPr>
          <w:rFonts w:ascii="Arial Nova" w:hAnsi="Arial Nova" w:cs="Arial"/>
          <w:b/>
          <w:spacing w:val="0"/>
          <w:szCs w:val="20"/>
          <w:lang w:val="en-ZA"/>
        </w:rPr>
        <w:t>T UJ 23 2024 APK LIBRARY 24HR STUDY AREA FURNITURE APK CAMPUS</w:t>
      </w:r>
    </w:p>
    <w:p w14:paraId="43C4F5FA" w14:textId="30F15746" w:rsidR="00582AF1" w:rsidRPr="00EF3221" w:rsidRDefault="0042010E" w:rsidP="00445505">
      <w:pPr>
        <w:widowControl w:val="0"/>
        <w:tabs>
          <w:tab w:val="left" w:pos="1134"/>
          <w:tab w:val="left" w:pos="5216"/>
          <w:tab w:val="left" w:pos="6350"/>
        </w:tabs>
        <w:suppressAutoHyphens/>
        <w:autoSpaceDE w:val="0"/>
        <w:autoSpaceDN w:val="0"/>
        <w:adjustRightInd w:val="0"/>
        <w:spacing w:before="85"/>
        <w:textAlignment w:val="center"/>
        <w:outlineLvl w:val="0"/>
        <w:rPr>
          <w:rFonts w:ascii="Arial Nova" w:hAnsi="Arial Nova" w:cs="Arial"/>
          <w:bCs/>
          <w:spacing w:val="0"/>
          <w:szCs w:val="20"/>
          <w:lang w:val="en-ZA"/>
        </w:rPr>
      </w:pPr>
      <w:r w:rsidRPr="00EF3221">
        <w:rPr>
          <w:rFonts w:ascii="Arial Nova" w:hAnsi="Arial Nova" w:cs="Arial"/>
          <w:bCs/>
          <w:spacing w:val="0"/>
          <w:szCs w:val="20"/>
          <w:lang w:val="en-ZA"/>
        </w:rPr>
        <w:t xml:space="preserve">Dear </w:t>
      </w:r>
      <w:r w:rsidR="00552B4B" w:rsidRPr="00EF3221">
        <w:rPr>
          <w:rFonts w:ascii="Arial Nova" w:hAnsi="Arial Nova" w:cs="Arial"/>
          <w:bCs/>
          <w:spacing w:val="0"/>
          <w:szCs w:val="20"/>
          <w:lang w:val="en-ZA"/>
        </w:rPr>
        <w:t>All</w:t>
      </w:r>
    </w:p>
    <w:p w14:paraId="761D5494" w14:textId="77777777" w:rsidR="00160905" w:rsidRPr="00EF3221" w:rsidRDefault="00160905" w:rsidP="00445505">
      <w:pPr>
        <w:pStyle w:val="Default"/>
        <w:rPr>
          <w:rFonts w:ascii="Arial Nova" w:hAnsi="Arial Nova"/>
          <w:bCs/>
          <w:color w:val="auto"/>
          <w:sz w:val="20"/>
          <w:szCs w:val="20"/>
        </w:rPr>
      </w:pPr>
    </w:p>
    <w:p w14:paraId="4AE792A3" w14:textId="556F1622" w:rsidR="00474A2D" w:rsidRDefault="00267467" w:rsidP="0098283F">
      <w:pPr>
        <w:widowControl w:val="0"/>
        <w:tabs>
          <w:tab w:val="left" w:pos="1134"/>
          <w:tab w:val="left" w:pos="5216"/>
          <w:tab w:val="left" w:pos="6350"/>
        </w:tabs>
        <w:suppressAutoHyphens/>
        <w:autoSpaceDE w:val="0"/>
        <w:autoSpaceDN w:val="0"/>
        <w:adjustRightInd w:val="0"/>
        <w:spacing w:before="85"/>
        <w:textAlignment w:val="center"/>
        <w:outlineLvl w:val="0"/>
        <w:rPr>
          <w:rFonts w:ascii="Arial Nova" w:hAnsi="Arial Nova"/>
          <w:bCs/>
          <w:color w:val="0D0D0D" w:themeColor="text1" w:themeTint="F2"/>
          <w:szCs w:val="20"/>
        </w:rPr>
      </w:pPr>
      <w:r w:rsidRPr="000E2D8D">
        <w:rPr>
          <w:rFonts w:ascii="Arial Nova" w:hAnsi="Arial Nova"/>
          <w:bCs/>
          <w:color w:val="0D0D0D" w:themeColor="text1" w:themeTint="F2"/>
          <w:szCs w:val="20"/>
        </w:rPr>
        <w:t>You are hereby invited by the University</w:t>
      </w:r>
      <w:r w:rsidR="00990886" w:rsidRPr="000E2D8D">
        <w:rPr>
          <w:rFonts w:ascii="Arial Nova" w:hAnsi="Arial Nova"/>
          <w:bCs/>
          <w:color w:val="0D0D0D" w:themeColor="text1" w:themeTint="F2"/>
          <w:szCs w:val="20"/>
        </w:rPr>
        <w:t xml:space="preserve"> of Johannesburg</w:t>
      </w:r>
      <w:r w:rsidR="00CF75AF" w:rsidRPr="000E2D8D">
        <w:rPr>
          <w:rFonts w:ascii="Arial Nova" w:hAnsi="Arial Nova"/>
          <w:bCs/>
          <w:color w:val="0D0D0D" w:themeColor="text1" w:themeTint="F2"/>
          <w:szCs w:val="20"/>
        </w:rPr>
        <w:t xml:space="preserve"> (UJ)</w:t>
      </w:r>
      <w:r w:rsidR="00990886" w:rsidRPr="000E2D8D">
        <w:rPr>
          <w:rFonts w:ascii="Arial Nova" w:hAnsi="Arial Nova"/>
          <w:bCs/>
          <w:color w:val="0D0D0D" w:themeColor="text1" w:themeTint="F2"/>
          <w:szCs w:val="20"/>
        </w:rPr>
        <w:t xml:space="preserve">, to </w:t>
      </w:r>
      <w:r w:rsidR="00734ABC" w:rsidRPr="000E2D8D">
        <w:rPr>
          <w:rFonts w:ascii="Arial Nova" w:hAnsi="Arial Nova"/>
          <w:bCs/>
          <w:color w:val="0D0D0D" w:themeColor="text1" w:themeTint="F2"/>
          <w:szCs w:val="20"/>
        </w:rPr>
        <w:t xml:space="preserve">submit a </w:t>
      </w:r>
      <w:r w:rsidR="003E2603" w:rsidRPr="000E2D8D">
        <w:rPr>
          <w:rFonts w:ascii="Arial Nova" w:hAnsi="Arial Nova"/>
          <w:bCs/>
          <w:color w:val="0D0D0D" w:themeColor="text1" w:themeTint="F2"/>
          <w:szCs w:val="20"/>
        </w:rPr>
        <w:t>tender</w:t>
      </w:r>
      <w:r w:rsidR="00552B4B" w:rsidRPr="000E2D8D">
        <w:rPr>
          <w:rFonts w:ascii="Arial Nova" w:hAnsi="Arial Nova"/>
          <w:bCs/>
          <w:color w:val="0D0D0D" w:themeColor="text1" w:themeTint="F2"/>
          <w:szCs w:val="20"/>
        </w:rPr>
        <w:t xml:space="preserve"> f</w:t>
      </w:r>
      <w:r w:rsidR="003E2603" w:rsidRPr="000E2D8D">
        <w:rPr>
          <w:rFonts w:ascii="Arial Nova" w:hAnsi="Arial Nova"/>
          <w:bCs/>
          <w:color w:val="0D0D0D" w:themeColor="text1" w:themeTint="F2"/>
          <w:szCs w:val="20"/>
        </w:rPr>
        <w:t>or</w:t>
      </w:r>
      <w:r w:rsidR="00CE7192" w:rsidRPr="000E2D8D">
        <w:rPr>
          <w:rFonts w:ascii="Arial Nova" w:hAnsi="Arial Nova"/>
          <w:bCs/>
          <w:color w:val="0D0D0D" w:themeColor="text1" w:themeTint="F2"/>
          <w:szCs w:val="20"/>
        </w:rPr>
        <w:t xml:space="preserve"> </w:t>
      </w:r>
      <w:r w:rsidR="00474A2D" w:rsidRPr="00474A2D">
        <w:rPr>
          <w:rFonts w:ascii="Arial Nova" w:hAnsi="Arial Nova"/>
          <w:bCs/>
          <w:color w:val="0D0D0D" w:themeColor="text1" w:themeTint="F2"/>
          <w:szCs w:val="20"/>
        </w:rPr>
        <w:t xml:space="preserve">T UJ 23 2024 APK </w:t>
      </w:r>
      <w:r w:rsidR="00DC4D76" w:rsidRPr="00474A2D">
        <w:rPr>
          <w:rFonts w:ascii="Arial Nova" w:hAnsi="Arial Nova"/>
          <w:bCs/>
          <w:color w:val="0D0D0D" w:themeColor="text1" w:themeTint="F2"/>
          <w:szCs w:val="20"/>
        </w:rPr>
        <w:t xml:space="preserve">Library 24hr Study Area Furniture </w:t>
      </w:r>
      <w:r w:rsidR="00474A2D" w:rsidRPr="00474A2D">
        <w:rPr>
          <w:rFonts w:ascii="Arial Nova" w:hAnsi="Arial Nova"/>
          <w:bCs/>
          <w:color w:val="0D0D0D" w:themeColor="text1" w:themeTint="F2"/>
          <w:szCs w:val="20"/>
        </w:rPr>
        <w:t xml:space="preserve">APK </w:t>
      </w:r>
      <w:r w:rsidR="00DC4D76" w:rsidRPr="00474A2D">
        <w:rPr>
          <w:rFonts w:ascii="Arial Nova" w:hAnsi="Arial Nova"/>
          <w:bCs/>
          <w:color w:val="0D0D0D" w:themeColor="text1" w:themeTint="F2"/>
          <w:szCs w:val="20"/>
        </w:rPr>
        <w:t>Campus</w:t>
      </w:r>
    </w:p>
    <w:p w14:paraId="3EF49160" w14:textId="0C9BAA79" w:rsidR="004519E7" w:rsidRPr="000E2D8D" w:rsidRDefault="00F5482F" w:rsidP="0098283F">
      <w:pPr>
        <w:widowControl w:val="0"/>
        <w:tabs>
          <w:tab w:val="left" w:pos="1134"/>
          <w:tab w:val="left" w:pos="5216"/>
          <w:tab w:val="left" w:pos="6350"/>
        </w:tabs>
        <w:suppressAutoHyphens/>
        <w:autoSpaceDE w:val="0"/>
        <w:autoSpaceDN w:val="0"/>
        <w:adjustRightInd w:val="0"/>
        <w:spacing w:before="85"/>
        <w:textAlignment w:val="center"/>
        <w:outlineLvl w:val="0"/>
        <w:rPr>
          <w:rFonts w:ascii="Arial Nova" w:hAnsi="Arial Nova"/>
          <w:bCs/>
          <w:color w:val="0D0D0D" w:themeColor="text1" w:themeTint="F2"/>
          <w:szCs w:val="20"/>
        </w:rPr>
      </w:pPr>
      <w:r w:rsidRPr="000E2D8D">
        <w:rPr>
          <w:rFonts w:ascii="Arial Nova" w:hAnsi="Arial Nova"/>
          <w:color w:val="0D0D0D" w:themeColor="text1" w:themeTint="F2"/>
          <w:szCs w:val="20"/>
        </w:rPr>
        <w:t xml:space="preserve">Your proposal must be in accordance with the Instructions </w:t>
      </w:r>
      <w:r w:rsidR="00552B4B" w:rsidRPr="000E2D8D">
        <w:rPr>
          <w:rFonts w:ascii="Arial Nova" w:hAnsi="Arial Nova"/>
          <w:color w:val="0D0D0D" w:themeColor="text1" w:themeTint="F2"/>
          <w:szCs w:val="20"/>
        </w:rPr>
        <w:t>o</w:t>
      </w:r>
      <w:r w:rsidRPr="000E2D8D">
        <w:rPr>
          <w:rFonts w:ascii="Arial Nova" w:hAnsi="Arial Nova"/>
          <w:color w:val="0D0D0D" w:themeColor="text1" w:themeTint="F2"/>
          <w:szCs w:val="20"/>
        </w:rPr>
        <w:t xml:space="preserve">n the tender document, the </w:t>
      </w:r>
      <w:r w:rsidR="00552B4B" w:rsidRPr="000E2D8D">
        <w:rPr>
          <w:rFonts w:ascii="Arial Nova" w:hAnsi="Arial Nova"/>
          <w:color w:val="0D0D0D" w:themeColor="text1" w:themeTint="F2"/>
          <w:szCs w:val="20"/>
        </w:rPr>
        <w:t>s</w:t>
      </w:r>
      <w:r w:rsidRPr="000E2D8D">
        <w:rPr>
          <w:rFonts w:ascii="Arial Nova" w:hAnsi="Arial Nova"/>
          <w:color w:val="0D0D0D" w:themeColor="text1" w:themeTint="F2"/>
          <w:szCs w:val="20"/>
        </w:rPr>
        <w:t xml:space="preserve">pecifications, the </w:t>
      </w:r>
      <w:r w:rsidR="00552B4B" w:rsidRPr="000E2D8D">
        <w:rPr>
          <w:rFonts w:ascii="Arial Nova" w:hAnsi="Arial Nova"/>
          <w:color w:val="0D0D0D" w:themeColor="text1" w:themeTint="F2"/>
          <w:szCs w:val="20"/>
        </w:rPr>
        <w:t>e</w:t>
      </w:r>
      <w:r w:rsidRPr="000E2D8D">
        <w:rPr>
          <w:rFonts w:ascii="Arial Nova" w:hAnsi="Arial Nova"/>
          <w:color w:val="0D0D0D" w:themeColor="text1" w:themeTint="F2"/>
          <w:szCs w:val="20"/>
        </w:rPr>
        <w:t xml:space="preserve">valuation </w:t>
      </w:r>
      <w:r w:rsidR="00552B4B" w:rsidRPr="000E2D8D">
        <w:rPr>
          <w:rFonts w:ascii="Arial Nova" w:hAnsi="Arial Nova"/>
          <w:color w:val="0D0D0D" w:themeColor="text1" w:themeTint="F2"/>
          <w:szCs w:val="20"/>
        </w:rPr>
        <w:t>c</w:t>
      </w:r>
      <w:r w:rsidRPr="000E2D8D">
        <w:rPr>
          <w:rFonts w:ascii="Arial Nova" w:hAnsi="Arial Nova"/>
          <w:color w:val="0D0D0D" w:themeColor="text1" w:themeTint="F2"/>
          <w:szCs w:val="20"/>
        </w:rPr>
        <w:t>riteria</w:t>
      </w:r>
      <w:r w:rsidR="00552B4B" w:rsidRPr="000E2D8D">
        <w:rPr>
          <w:rFonts w:ascii="Arial Nova" w:hAnsi="Arial Nova"/>
          <w:color w:val="0D0D0D" w:themeColor="text1" w:themeTint="F2"/>
          <w:szCs w:val="20"/>
        </w:rPr>
        <w:t>.</w:t>
      </w:r>
    </w:p>
    <w:p w14:paraId="667A5FA8" w14:textId="77777777" w:rsidR="00160905" w:rsidRPr="000E2D8D" w:rsidRDefault="00160905" w:rsidP="00445505">
      <w:pPr>
        <w:autoSpaceDE w:val="0"/>
        <w:autoSpaceDN w:val="0"/>
        <w:adjustRightInd w:val="0"/>
        <w:rPr>
          <w:rFonts w:ascii="Arial Nova" w:hAnsi="Arial Nova" w:cs="Arial"/>
          <w:bCs/>
          <w:color w:val="0D0D0D" w:themeColor="text1" w:themeTint="F2"/>
          <w:szCs w:val="20"/>
        </w:rPr>
      </w:pPr>
    </w:p>
    <w:p w14:paraId="0E467CE4" w14:textId="3732C710" w:rsidR="00017FE7" w:rsidRPr="000E2D8D" w:rsidRDefault="00946F5A" w:rsidP="00445505">
      <w:pPr>
        <w:pStyle w:val="wordsection1"/>
        <w:spacing w:before="0" w:beforeAutospacing="0" w:after="0" w:afterAutospacing="0"/>
        <w:rPr>
          <w:rFonts w:ascii="Arial Nova" w:hAnsi="Arial Nova" w:cs="Arial"/>
          <w:b/>
          <w:color w:val="0D0D0D" w:themeColor="text1" w:themeTint="F2"/>
          <w:sz w:val="20"/>
          <w:szCs w:val="20"/>
          <w:u w:val="single"/>
        </w:rPr>
      </w:pPr>
      <w:r w:rsidRPr="000E2D8D">
        <w:rPr>
          <w:rFonts w:ascii="Arial Nova" w:hAnsi="Arial Nova" w:cs="Arial"/>
          <w:b/>
          <w:color w:val="0D0D0D" w:themeColor="text1" w:themeTint="F2"/>
          <w:sz w:val="20"/>
          <w:szCs w:val="20"/>
          <w:u w:val="single"/>
        </w:rPr>
        <w:t xml:space="preserve">TENDER DETAILS BELOW:   </w:t>
      </w:r>
    </w:p>
    <w:p w14:paraId="030BA166" w14:textId="7C007DEF" w:rsidR="00E721AB" w:rsidRDefault="00474A2D" w:rsidP="00445505">
      <w:pPr>
        <w:widowControl w:val="0"/>
        <w:tabs>
          <w:tab w:val="left" w:pos="1134"/>
          <w:tab w:val="left" w:pos="5216"/>
          <w:tab w:val="left" w:pos="6350"/>
        </w:tabs>
        <w:suppressAutoHyphens/>
        <w:autoSpaceDE w:val="0"/>
        <w:autoSpaceDN w:val="0"/>
        <w:adjustRightInd w:val="0"/>
        <w:spacing w:before="85"/>
        <w:textAlignment w:val="center"/>
        <w:outlineLvl w:val="0"/>
        <w:rPr>
          <w:rFonts w:ascii="Arial Nova" w:hAnsi="Arial Nova" w:cs="Arial"/>
          <w:b/>
          <w:spacing w:val="0"/>
          <w:szCs w:val="20"/>
          <w:lang w:val="en-ZA"/>
        </w:rPr>
      </w:pPr>
      <w:r w:rsidRPr="00474A2D">
        <w:rPr>
          <w:rFonts w:ascii="Arial Nova" w:hAnsi="Arial Nova" w:cs="Arial"/>
          <w:b/>
          <w:spacing w:val="0"/>
          <w:szCs w:val="20"/>
          <w:lang w:val="en-ZA"/>
        </w:rPr>
        <w:t>T UJ 23 2024 APK LIBRARY 24HR STUDY AREA FURNITURE APK CAMPUS</w:t>
      </w:r>
    </w:p>
    <w:p w14:paraId="39EC26C5" w14:textId="77777777" w:rsidR="00474A2D" w:rsidRPr="000E2D8D" w:rsidRDefault="00474A2D" w:rsidP="00445505">
      <w:pPr>
        <w:widowControl w:val="0"/>
        <w:tabs>
          <w:tab w:val="left" w:pos="1134"/>
          <w:tab w:val="left" w:pos="5216"/>
          <w:tab w:val="left" w:pos="6350"/>
        </w:tabs>
        <w:suppressAutoHyphens/>
        <w:autoSpaceDE w:val="0"/>
        <w:autoSpaceDN w:val="0"/>
        <w:adjustRightInd w:val="0"/>
        <w:spacing w:before="85"/>
        <w:textAlignment w:val="center"/>
        <w:outlineLvl w:val="0"/>
        <w:rPr>
          <w:rFonts w:ascii="Arial Nova" w:hAnsi="Arial Nova" w:cs="Arial"/>
          <w:bCs/>
          <w:color w:val="0D0D0D" w:themeColor="text1" w:themeTint="F2"/>
          <w:spacing w:val="0"/>
          <w:szCs w:val="20"/>
          <w:lang w:val="en-ZA"/>
        </w:rPr>
      </w:pPr>
    </w:p>
    <w:p w14:paraId="33555FBE" w14:textId="6D1D0279" w:rsidR="00017FE7" w:rsidRPr="000E2D8D" w:rsidRDefault="00946F5A" w:rsidP="00445505">
      <w:pPr>
        <w:pStyle w:val="wordsection1"/>
        <w:shd w:val="clear" w:color="auto" w:fill="FFFFFF"/>
        <w:spacing w:before="0" w:beforeAutospacing="0" w:after="0" w:afterAutospacing="0"/>
        <w:rPr>
          <w:rFonts w:ascii="Arial Nova" w:hAnsi="Arial Nova" w:cs="Arial"/>
          <w:bCs/>
          <w:color w:val="0D0D0D" w:themeColor="text1" w:themeTint="F2"/>
          <w:sz w:val="20"/>
          <w:szCs w:val="20"/>
          <w:lang w:val="en-GB"/>
        </w:rPr>
      </w:pPr>
      <w:r w:rsidRPr="000E2D8D">
        <w:rPr>
          <w:rFonts w:ascii="Arial Nova" w:hAnsi="Arial Nova" w:cs="Arial"/>
          <w:b/>
          <w:color w:val="0D0D0D" w:themeColor="text1" w:themeTint="F2"/>
          <w:sz w:val="20"/>
          <w:szCs w:val="20"/>
          <w:lang w:val="en-GB"/>
        </w:rPr>
        <w:t>TENDER C</w:t>
      </w:r>
      <w:r w:rsidR="00017FE7" w:rsidRPr="000E2D8D">
        <w:rPr>
          <w:rFonts w:ascii="Arial Nova" w:hAnsi="Arial Nova" w:cs="Arial"/>
          <w:b/>
          <w:color w:val="0D0D0D" w:themeColor="text1" w:themeTint="F2"/>
          <w:sz w:val="20"/>
          <w:szCs w:val="20"/>
          <w:lang w:val="en-GB"/>
        </w:rPr>
        <w:t>LOSING DATE</w:t>
      </w:r>
      <w:r w:rsidR="00017FE7" w:rsidRPr="000E2D8D">
        <w:rPr>
          <w:rFonts w:ascii="Arial Nova" w:hAnsi="Arial Nova" w:cs="Arial"/>
          <w:bCs/>
          <w:color w:val="0D0D0D" w:themeColor="text1" w:themeTint="F2"/>
          <w:sz w:val="20"/>
          <w:szCs w:val="20"/>
          <w:lang w:val="en-GB"/>
        </w:rPr>
        <w:t>    </w:t>
      </w:r>
      <w:r w:rsidR="00AE6C63" w:rsidRPr="000E2D8D">
        <w:rPr>
          <w:rFonts w:ascii="Arial Nova" w:hAnsi="Arial Nova" w:cs="Arial"/>
          <w:bCs/>
          <w:color w:val="0D0D0D" w:themeColor="text1" w:themeTint="F2"/>
          <w:sz w:val="20"/>
          <w:szCs w:val="20"/>
          <w:lang w:val="en-GB"/>
        </w:rPr>
        <w:tab/>
      </w:r>
      <w:r w:rsidR="00AE6C63" w:rsidRPr="000E2D8D">
        <w:rPr>
          <w:rFonts w:ascii="Arial Nova" w:hAnsi="Arial Nova" w:cs="Arial"/>
          <w:bCs/>
          <w:color w:val="0D0D0D" w:themeColor="text1" w:themeTint="F2"/>
          <w:sz w:val="20"/>
          <w:szCs w:val="20"/>
          <w:lang w:val="en-GB"/>
        </w:rPr>
        <w:tab/>
      </w:r>
      <w:r w:rsidR="00F317D1" w:rsidRPr="000E2D8D">
        <w:rPr>
          <w:rFonts w:ascii="Arial Nova" w:hAnsi="Arial Nova" w:cs="Arial"/>
          <w:bCs/>
          <w:color w:val="0D0D0D" w:themeColor="text1" w:themeTint="F2"/>
          <w:sz w:val="20"/>
          <w:szCs w:val="20"/>
          <w:lang w:val="en-GB"/>
        </w:rPr>
        <w:t xml:space="preserve">:  </w:t>
      </w:r>
      <w:r w:rsidR="00442745">
        <w:rPr>
          <w:rFonts w:ascii="Arial Nova" w:hAnsi="Arial Nova" w:cs="Arial"/>
          <w:bCs/>
          <w:color w:val="0D0D0D" w:themeColor="text1" w:themeTint="F2"/>
          <w:sz w:val="20"/>
          <w:szCs w:val="20"/>
          <w:lang w:val="en-GB"/>
        </w:rPr>
        <w:t>0</w:t>
      </w:r>
      <w:r w:rsidR="00DC4D76">
        <w:rPr>
          <w:rFonts w:ascii="Arial Nova" w:hAnsi="Arial Nova" w:cs="Arial"/>
          <w:bCs/>
          <w:color w:val="0D0D0D" w:themeColor="text1" w:themeTint="F2"/>
          <w:sz w:val="20"/>
          <w:szCs w:val="20"/>
          <w:lang w:val="en-GB"/>
        </w:rPr>
        <w:t>9</w:t>
      </w:r>
      <w:r w:rsidR="00BA188B" w:rsidRPr="000E2D8D">
        <w:rPr>
          <w:rFonts w:ascii="Arial Nova" w:hAnsi="Arial Nova" w:cs="Arial"/>
          <w:bCs/>
          <w:color w:val="0D0D0D" w:themeColor="text1" w:themeTint="F2"/>
          <w:sz w:val="20"/>
          <w:szCs w:val="20"/>
          <w:lang w:val="en-GB"/>
        </w:rPr>
        <w:t xml:space="preserve"> </w:t>
      </w:r>
      <w:r w:rsidR="00442745">
        <w:rPr>
          <w:rFonts w:ascii="Arial Nova" w:hAnsi="Arial Nova" w:cs="Arial"/>
          <w:bCs/>
          <w:color w:val="0D0D0D" w:themeColor="text1" w:themeTint="F2"/>
          <w:sz w:val="20"/>
          <w:szCs w:val="20"/>
          <w:lang w:val="en-GB"/>
        </w:rPr>
        <w:t>September</w:t>
      </w:r>
      <w:r w:rsidR="00C746C3">
        <w:rPr>
          <w:rFonts w:ascii="Arial Nova" w:hAnsi="Arial Nova" w:cs="Arial"/>
          <w:bCs/>
          <w:color w:val="0D0D0D" w:themeColor="text1" w:themeTint="F2"/>
          <w:sz w:val="20"/>
          <w:szCs w:val="20"/>
          <w:lang w:val="en-GB"/>
        </w:rPr>
        <w:t xml:space="preserve"> </w:t>
      </w:r>
      <w:r w:rsidR="00D140C0" w:rsidRPr="000E2D8D">
        <w:rPr>
          <w:rFonts w:ascii="Arial Nova" w:hAnsi="Arial Nova" w:cs="Arial"/>
          <w:bCs/>
          <w:color w:val="0D0D0D" w:themeColor="text1" w:themeTint="F2"/>
          <w:sz w:val="20"/>
          <w:szCs w:val="20"/>
          <w:lang w:val="en-GB"/>
        </w:rPr>
        <w:t>202</w:t>
      </w:r>
      <w:r w:rsidR="003B77D3" w:rsidRPr="000E2D8D">
        <w:rPr>
          <w:rFonts w:ascii="Arial Nova" w:hAnsi="Arial Nova" w:cs="Arial"/>
          <w:bCs/>
          <w:color w:val="0D0D0D" w:themeColor="text1" w:themeTint="F2"/>
          <w:sz w:val="20"/>
          <w:szCs w:val="20"/>
          <w:lang w:val="en-GB"/>
        </w:rPr>
        <w:t>4</w:t>
      </w:r>
    </w:p>
    <w:p w14:paraId="6D46C081" w14:textId="5140B9D6" w:rsidR="00017FE7" w:rsidRPr="000E2D8D" w:rsidRDefault="00946F5A" w:rsidP="00445505">
      <w:pPr>
        <w:pStyle w:val="wordsection1"/>
        <w:shd w:val="clear" w:color="auto" w:fill="FFFFFF"/>
        <w:spacing w:before="0" w:beforeAutospacing="0" w:after="0" w:afterAutospacing="0"/>
        <w:rPr>
          <w:rFonts w:ascii="Arial Nova" w:hAnsi="Arial Nova" w:cs="Arial"/>
          <w:bCs/>
          <w:color w:val="0D0D0D" w:themeColor="text1" w:themeTint="F2"/>
          <w:sz w:val="20"/>
          <w:szCs w:val="20"/>
          <w:lang w:val="en-GB"/>
        </w:rPr>
      </w:pPr>
      <w:r w:rsidRPr="000E2D8D">
        <w:rPr>
          <w:rFonts w:ascii="Arial Nova" w:hAnsi="Arial Nova" w:cs="Arial"/>
          <w:b/>
          <w:color w:val="0D0D0D" w:themeColor="text1" w:themeTint="F2"/>
          <w:sz w:val="20"/>
          <w:szCs w:val="20"/>
          <w:lang w:val="en-GB"/>
        </w:rPr>
        <w:t xml:space="preserve">TENDER </w:t>
      </w:r>
      <w:r w:rsidR="00017FE7" w:rsidRPr="000E2D8D">
        <w:rPr>
          <w:rFonts w:ascii="Arial Nova" w:hAnsi="Arial Nova" w:cs="Arial"/>
          <w:b/>
          <w:color w:val="0D0D0D" w:themeColor="text1" w:themeTint="F2"/>
          <w:sz w:val="20"/>
          <w:szCs w:val="20"/>
          <w:lang w:val="en-GB"/>
        </w:rPr>
        <w:t>CLOSING TIME</w:t>
      </w:r>
      <w:r w:rsidR="00017FE7" w:rsidRPr="000E2D8D">
        <w:rPr>
          <w:rFonts w:ascii="Arial Nova" w:hAnsi="Arial Nova" w:cs="Arial"/>
          <w:bCs/>
          <w:color w:val="0D0D0D" w:themeColor="text1" w:themeTint="F2"/>
          <w:sz w:val="20"/>
          <w:szCs w:val="20"/>
          <w:lang w:val="en-GB"/>
        </w:rPr>
        <w:t>              </w:t>
      </w:r>
      <w:r w:rsidR="00AE6C63" w:rsidRPr="000E2D8D">
        <w:rPr>
          <w:rFonts w:ascii="Arial Nova" w:hAnsi="Arial Nova" w:cs="Arial"/>
          <w:bCs/>
          <w:color w:val="0D0D0D" w:themeColor="text1" w:themeTint="F2"/>
          <w:sz w:val="20"/>
          <w:szCs w:val="20"/>
          <w:lang w:val="en-GB"/>
        </w:rPr>
        <w:tab/>
        <w:t xml:space="preserve">:  </w:t>
      </w:r>
      <w:r w:rsidR="00D140C0" w:rsidRPr="000E2D8D">
        <w:rPr>
          <w:rFonts w:ascii="Arial Nova" w:hAnsi="Arial Nova" w:cs="Arial"/>
          <w:bCs/>
          <w:color w:val="0D0D0D" w:themeColor="text1" w:themeTint="F2"/>
          <w:sz w:val="20"/>
          <w:szCs w:val="20"/>
          <w:lang w:val="en-GB"/>
        </w:rPr>
        <w:t>12:00 (Noon)</w:t>
      </w:r>
    </w:p>
    <w:p w14:paraId="71DB9D42" w14:textId="2B6F9176" w:rsidR="00070BA7" w:rsidRPr="000E2D8D" w:rsidRDefault="00070BA7" w:rsidP="00445505">
      <w:pPr>
        <w:pStyle w:val="Default"/>
        <w:adjustRightInd/>
        <w:rPr>
          <w:rFonts w:ascii="Arial Nova" w:hAnsi="Arial Nova"/>
          <w:bCs/>
          <w:color w:val="0D0D0D" w:themeColor="text1" w:themeTint="F2"/>
          <w:sz w:val="20"/>
          <w:szCs w:val="20"/>
        </w:rPr>
      </w:pPr>
      <w:r w:rsidRPr="000E2D8D">
        <w:rPr>
          <w:rFonts w:ascii="Arial Nova" w:hAnsi="Arial Nova"/>
          <w:b/>
          <w:color w:val="0D0D0D" w:themeColor="text1" w:themeTint="F2"/>
          <w:sz w:val="20"/>
          <w:szCs w:val="20"/>
          <w:lang w:val="en-GB"/>
        </w:rPr>
        <w:t>TENDER SUBMISSION METHOD</w:t>
      </w:r>
      <w:r w:rsidRPr="000E2D8D">
        <w:rPr>
          <w:rFonts w:ascii="Arial Nova" w:hAnsi="Arial Nova"/>
          <w:bCs/>
          <w:color w:val="0D0D0D" w:themeColor="text1" w:themeTint="F2"/>
          <w:sz w:val="20"/>
          <w:szCs w:val="20"/>
          <w:lang w:val="en-GB"/>
        </w:rPr>
        <w:tab/>
        <w:t xml:space="preserve">:  via </w:t>
      </w:r>
      <w:r w:rsidRPr="000E2D8D">
        <w:rPr>
          <w:rFonts w:ascii="Arial Nova" w:hAnsi="Arial Nova"/>
          <w:bCs/>
          <w:color w:val="0D0D0D" w:themeColor="text1" w:themeTint="F2"/>
          <w:sz w:val="20"/>
          <w:szCs w:val="20"/>
        </w:rPr>
        <w:t xml:space="preserve">UJ Oracle Application Cloud </w:t>
      </w:r>
    </w:p>
    <w:p w14:paraId="722C33D5" w14:textId="24CD55A9" w:rsidR="002F2B5E" w:rsidRPr="000E2D8D" w:rsidRDefault="002F2B5E" w:rsidP="00445505">
      <w:pPr>
        <w:pStyle w:val="Default"/>
        <w:adjustRightInd/>
        <w:rPr>
          <w:rFonts w:ascii="Arial Nova" w:hAnsi="Arial Nova"/>
          <w:bCs/>
          <w:color w:val="FF0000"/>
          <w:sz w:val="20"/>
          <w:szCs w:val="20"/>
        </w:rPr>
      </w:pPr>
    </w:p>
    <w:p w14:paraId="2C693742" w14:textId="0339F364" w:rsidR="00D06C98" w:rsidRPr="000E2D8D" w:rsidRDefault="00D06C98" w:rsidP="00D06C98">
      <w:pPr>
        <w:pStyle w:val="Default"/>
        <w:adjustRightInd/>
        <w:rPr>
          <w:rFonts w:ascii="Arial Nova" w:hAnsi="Arial Nova"/>
          <w:b/>
          <w:color w:val="0D0D0D" w:themeColor="text1" w:themeTint="F2"/>
          <w:sz w:val="20"/>
          <w:szCs w:val="20"/>
        </w:rPr>
      </w:pPr>
      <w:r w:rsidRPr="000E2D8D">
        <w:rPr>
          <w:rFonts w:ascii="Arial Nova" w:hAnsi="Arial Nova"/>
          <w:b/>
          <w:color w:val="0D0D0D" w:themeColor="text1" w:themeTint="F2"/>
          <w:sz w:val="20"/>
          <w:szCs w:val="20"/>
        </w:rPr>
        <w:t>COMPULSORY BRIEFING SESSION DETAILS:</w:t>
      </w:r>
    </w:p>
    <w:p w14:paraId="5B79AAF4" w14:textId="3371CBC5" w:rsidR="00D06C98" w:rsidRPr="000E2D8D" w:rsidRDefault="00D06C98" w:rsidP="00D06C98">
      <w:pPr>
        <w:pStyle w:val="Default"/>
        <w:adjustRightInd/>
        <w:rPr>
          <w:rFonts w:ascii="Arial Nova" w:hAnsi="Arial Nova"/>
          <w:bCs/>
          <w:color w:val="0D0D0D" w:themeColor="text1" w:themeTint="F2"/>
          <w:sz w:val="20"/>
          <w:szCs w:val="20"/>
        </w:rPr>
      </w:pPr>
      <w:r w:rsidRPr="000E2D8D">
        <w:rPr>
          <w:rFonts w:ascii="Arial Nova" w:hAnsi="Arial Nova"/>
          <w:bCs/>
          <w:color w:val="0D0D0D" w:themeColor="text1" w:themeTint="F2"/>
          <w:sz w:val="20"/>
          <w:szCs w:val="20"/>
        </w:rPr>
        <w:t>Date –</w:t>
      </w:r>
      <w:r w:rsidR="00474A2D">
        <w:rPr>
          <w:rFonts w:ascii="Arial Nova" w:hAnsi="Arial Nova"/>
          <w:bCs/>
          <w:color w:val="0D0D0D" w:themeColor="text1" w:themeTint="F2"/>
          <w:sz w:val="20"/>
          <w:szCs w:val="20"/>
        </w:rPr>
        <w:t xml:space="preserve"> </w:t>
      </w:r>
      <w:r w:rsidR="00DC4D76">
        <w:rPr>
          <w:rFonts w:ascii="Arial Nova" w:hAnsi="Arial Nova"/>
          <w:bCs/>
          <w:color w:val="0D0D0D" w:themeColor="text1" w:themeTint="F2"/>
          <w:sz w:val="20"/>
          <w:szCs w:val="20"/>
        </w:rPr>
        <w:t xml:space="preserve">Friday, </w:t>
      </w:r>
      <w:r w:rsidR="00474A2D">
        <w:rPr>
          <w:rFonts w:ascii="Arial Nova" w:hAnsi="Arial Nova"/>
          <w:bCs/>
          <w:color w:val="0D0D0D" w:themeColor="text1" w:themeTint="F2"/>
          <w:sz w:val="20"/>
          <w:szCs w:val="20"/>
        </w:rPr>
        <w:t>2</w:t>
      </w:r>
      <w:r w:rsidR="00DC4D76">
        <w:rPr>
          <w:rFonts w:ascii="Arial Nova" w:hAnsi="Arial Nova"/>
          <w:bCs/>
          <w:color w:val="0D0D0D" w:themeColor="text1" w:themeTint="F2"/>
          <w:sz w:val="20"/>
          <w:szCs w:val="20"/>
        </w:rPr>
        <w:t>3</w:t>
      </w:r>
      <w:r w:rsidR="00474A2D">
        <w:rPr>
          <w:rFonts w:ascii="Arial Nova" w:hAnsi="Arial Nova"/>
          <w:bCs/>
          <w:color w:val="0D0D0D" w:themeColor="text1" w:themeTint="F2"/>
          <w:sz w:val="20"/>
          <w:szCs w:val="20"/>
        </w:rPr>
        <w:t xml:space="preserve"> </w:t>
      </w:r>
      <w:r w:rsidR="0098283F">
        <w:rPr>
          <w:rFonts w:ascii="Arial Nova" w:hAnsi="Arial Nova"/>
          <w:bCs/>
          <w:color w:val="0D0D0D" w:themeColor="text1" w:themeTint="F2"/>
          <w:sz w:val="20"/>
          <w:szCs w:val="20"/>
        </w:rPr>
        <w:t>August</w:t>
      </w:r>
      <w:r w:rsidR="000E2D8D" w:rsidRPr="000E2D8D">
        <w:rPr>
          <w:rFonts w:ascii="Arial Nova" w:hAnsi="Arial Nova"/>
          <w:bCs/>
          <w:color w:val="0D0D0D" w:themeColor="text1" w:themeTint="F2"/>
          <w:sz w:val="20"/>
          <w:szCs w:val="20"/>
        </w:rPr>
        <w:t xml:space="preserve"> </w:t>
      </w:r>
      <w:r w:rsidRPr="000E2D8D">
        <w:rPr>
          <w:rFonts w:ascii="Arial Nova" w:hAnsi="Arial Nova"/>
          <w:bCs/>
          <w:color w:val="0D0D0D" w:themeColor="text1" w:themeTint="F2"/>
          <w:sz w:val="20"/>
          <w:szCs w:val="20"/>
        </w:rPr>
        <w:t>2024</w:t>
      </w:r>
    </w:p>
    <w:p w14:paraId="5132436F" w14:textId="61F36F97" w:rsidR="00FA79A0" w:rsidRDefault="00D06C98" w:rsidP="00FA79A0">
      <w:pPr>
        <w:pStyle w:val="Default"/>
        <w:adjustRightInd/>
        <w:rPr>
          <w:rFonts w:ascii="Arial Nova" w:hAnsi="Arial Nova"/>
          <w:bCs/>
          <w:color w:val="0D0D0D" w:themeColor="text1" w:themeTint="F2"/>
          <w:sz w:val="20"/>
          <w:szCs w:val="20"/>
        </w:rPr>
      </w:pPr>
      <w:r w:rsidRPr="000E2D8D">
        <w:rPr>
          <w:rFonts w:ascii="Arial Nova" w:hAnsi="Arial Nova"/>
          <w:bCs/>
          <w:color w:val="0D0D0D" w:themeColor="text1" w:themeTint="F2"/>
          <w:sz w:val="20"/>
          <w:szCs w:val="20"/>
        </w:rPr>
        <w:t>Time – 1</w:t>
      </w:r>
      <w:r w:rsidR="00474A2D">
        <w:rPr>
          <w:rFonts w:ascii="Arial Nova" w:hAnsi="Arial Nova"/>
          <w:bCs/>
          <w:color w:val="0D0D0D" w:themeColor="text1" w:themeTint="F2"/>
          <w:sz w:val="20"/>
          <w:szCs w:val="20"/>
        </w:rPr>
        <w:t>1</w:t>
      </w:r>
      <w:r w:rsidRPr="000E2D8D">
        <w:rPr>
          <w:rFonts w:ascii="Arial Nova" w:hAnsi="Arial Nova"/>
          <w:bCs/>
          <w:color w:val="0D0D0D" w:themeColor="text1" w:themeTint="F2"/>
          <w:sz w:val="20"/>
          <w:szCs w:val="20"/>
        </w:rPr>
        <w:t>:</w:t>
      </w:r>
      <w:r w:rsidR="00367E94">
        <w:rPr>
          <w:rFonts w:ascii="Arial Nova" w:hAnsi="Arial Nova"/>
          <w:bCs/>
          <w:color w:val="0D0D0D" w:themeColor="text1" w:themeTint="F2"/>
          <w:sz w:val="20"/>
          <w:szCs w:val="20"/>
        </w:rPr>
        <w:t>0</w:t>
      </w:r>
      <w:r w:rsidR="005367A7">
        <w:rPr>
          <w:rFonts w:ascii="Arial Nova" w:hAnsi="Arial Nova"/>
          <w:bCs/>
          <w:color w:val="0D0D0D" w:themeColor="text1" w:themeTint="F2"/>
          <w:sz w:val="20"/>
          <w:szCs w:val="20"/>
        </w:rPr>
        <w:t>0</w:t>
      </w:r>
      <w:r w:rsidRPr="000E2D8D">
        <w:rPr>
          <w:rFonts w:ascii="Arial Nova" w:hAnsi="Arial Nova"/>
          <w:bCs/>
          <w:color w:val="0D0D0D" w:themeColor="text1" w:themeTint="F2"/>
          <w:sz w:val="20"/>
          <w:szCs w:val="20"/>
        </w:rPr>
        <w:t>:</w:t>
      </w:r>
      <w:r w:rsidR="00367E94">
        <w:rPr>
          <w:rFonts w:ascii="Arial Nova" w:hAnsi="Arial Nova"/>
          <w:bCs/>
          <w:color w:val="0D0D0D" w:themeColor="text1" w:themeTint="F2"/>
          <w:sz w:val="20"/>
          <w:szCs w:val="20"/>
        </w:rPr>
        <w:t>a</w:t>
      </w:r>
      <w:r w:rsidR="005367A7">
        <w:rPr>
          <w:rFonts w:ascii="Arial Nova" w:hAnsi="Arial Nova"/>
          <w:bCs/>
          <w:color w:val="0D0D0D" w:themeColor="text1" w:themeTint="F2"/>
          <w:sz w:val="20"/>
          <w:szCs w:val="20"/>
        </w:rPr>
        <w:t xml:space="preserve">m </w:t>
      </w:r>
    </w:p>
    <w:p w14:paraId="26FB4566" w14:textId="611DD99D" w:rsidR="0098283F" w:rsidRDefault="00D06C98" w:rsidP="00FA79A0">
      <w:pPr>
        <w:pStyle w:val="Default"/>
        <w:adjustRightInd/>
      </w:pPr>
      <w:r w:rsidRPr="00E721AB">
        <w:rPr>
          <w:rFonts w:ascii="Arial Nova" w:hAnsi="Arial Nova"/>
          <w:bCs/>
          <w:color w:val="000000" w:themeColor="text1"/>
          <w:sz w:val="20"/>
          <w:szCs w:val="20"/>
        </w:rPr>
        <w:t xml:space="preserve">Venue – </w:t>
      </w:r>
      <w:bookmarkStart w:id="0" w:name="_Hlk173327655"/>
      <w:r w:rsidR="00367E94" w:rsidRPr="00DC4D76">
        <w:rPr>
          <w:rFonts w:ascii="Arial Nova" w:hAnsi="Arial Nova"/>
          <w:bCs/>
          <w:color w:val="auto"/>
          <w:sz w:val="20"/>
          <w:szCs w:val="20"/>
        </w:rPr>
        <w:t xml:space="preserve">University of Johannesburg </w:t>
      </w:r>
      <w:r w:rsidR="0098283F" w:rsidRPr="00DC4D76">
        <w:rPr>
          <w:rFonts w:ascii="Arial Nova" w:hAnsi="Arial Nova"/>
          <w:bCs/>
          <w:color w:val="auto"/>
          <w:sz w:val="20"/>
          <w:szCs w:val="20"/>
        </w:rPr>
        <w:t>APK</w:t>
      </w:r>
      <w:r w:rsidR="00367E94" w:rsidRPr="00DC4D76">
        <w:rPr>
          <w:rFonts w:ascii="Arial Nova" w:hAnsi="Arial Nova"/>
          <w:bCs/>
          <w:color w:val="auto"/>
          <w:sz w:val="20"/>
          <w:szCs w:val="20"/>
        </w:rPr>
        <w:t xml:space="preserve"> Campus</w:t>
      </w:r>
      <w:r w:rsidR="0098283F" w:rsidRPr="00DC4D76">
        <w:rPr>
          <w:rFonts w:ascii="Arial Nova" w:hAnsi="Arial Nova"/>
          <w:bCs/>
          <w:color w:val="auto"/>
          <w:sz w:val="20"/>
          <w:szCs w:val="20"/>
        </w:rPr>
        <w:t xml:space="preserve"> Auckland Park</w:t>
      </w:r>
      <w:r w:rsidR="00367E94" w:rsidRPr="00DC4D76">
        <w:rPr>
          <w:rFonts w:ascii="Arial Nova" w:hAnsi="Arial Nova"/>
          <w:bCs/>
          <w:color w:val="auto"/>
          <w:sz w:val="20"/>
          <w:szCs w:val="20"/>
        </w:rPr>
        <w:t xml:space="preserve">: </w:t>
      </w:r>
      <w:r w:rsidR="0098283F" w:rsidRPr="00DC4D76">
        <w:rPr>
          <w:color w:val="auto"/>
        </w:rPr>
        <w:t xml:space="preserve"> </w:t>
      </w:r>
      <w:r w:rsidR="0098283F" w:rsidRPr="00DC4D76">
        <w:rPr>
          <w:rFonts w:ascii="Arial Nova" w:hAnsi="Arial Nova"/>
          <w:color w:val="auto"/>
          <w:sz w:val="20"/>
          <w:szCs w:val="20"/>
        </w:rPr>
        <w:t>Library Entrance</w:t>
      </w:r>
      <w:r w:rsidR="0098283F" w:rsidRPr="00DC4D76">
        <w:rPr>
          <w:color w:val="auto"/>
        </w:rPr>
        <w:t> </w:t>
      </w:r>
      <w:bookmarkEnd w:id="0"/>
    </w:p>
    <w:p w14:paraId="760E2A2B" w14:textId="09DC70DD" w:rsidR="00D06C98" w:rsidRDefault="00D06C98" w:rsidP="00D06C98">
      <w:pPr>
        <w:pStyle w:val="Default"/>
        <w:adjustRightInd/>
        <w:rPr>
          <w:bCs/>
          <w:color w:val="FF0000"/>
          <w:sz w:val="20"/>
          <w:szCs w:val="20"/>
        </w:rPr>
      </w:pPr>
    </w:p>
    <w:p w14:paraId="0E2070EA" w14:textId="040134E5" w:rsidR="00AD3C69" w:rsidRPr="00442745" w:rsidRDefault="00AD3C69" w:rsidP="00AD3C69">
      <w:pPr>
        <w:rPr>
          <w:rFonts w:ascii="Arial Nova" w:hAnsi="Arial Nova"/>
          <w:color w:val="FF0000"/>
          <w:spacing w:val="0"/>
          <w:szCs w:val="20"/>
        </w:rPr>
      </w:pPr>
      <w:r w:rsidRPr="00442745">
        <w:rPr>
          <w:rFonts w:ascii="Arial Nova" w:hAnsi="Arial Nova"/>
          <w:color w:val="FF0000"/>
          <w:spacing w:val="0"/>
          <w:szCs w:val="20"/>
        </w:rPr>
        <w:t>NB: The tender document will only be available via the Oracle system to bidders that have attended the compulsory briefing session and registered on the Oracle system.</w:t>
      </w:r>
    </w:p>
    <w:p w14:paraId="5114CF9C" w14:textId="77777777" w:rsidR="002F2B5E" w:rsidRPr="000E2D8D" w:rsidRDefault="002F2B5E" w:rsidP="00445505">
      <w:pPr>
        <w:pStyle w:val="wordsection1"/>
        <w:spacing w:before="0" w:beforeAutospacing="0" w:after="0" w:afterAutospacing="0"/>
        <w:rPr>
          <w:rFonts w:ascii="Arial Nova" w:hAnsi="Arial Nova" w:cs="Arial"/>
          <w:b/>
          <w:color w:val="FF0000"/>
          <w:sz w:val="20"/>
          <w:szCs w:val="20"/>
          <w:u w:val="single"/>
        </w:rPr>
      </w:pPr>
    </w:p>
    <w:p w14:paraId="4F924A02" w14:textId="788CEAB3" w:rsidR="00C844E5" w:rsidRPr="000E2D8D" w:rsidRDefault="00C844E5" w:rsidP="00445505">
      <w:pPr>
        <w:pStyle w:val="wordsection1"/>
        <w:spacing w:before="0" w:beforeAutospacing="0" w:after="0" w:afterAutospacing="0"/>
        <w:rPr>
          <w:rFonts w:ascii="Arial Nova" w:hAnsi="Arial Nova" w:cs="Arial"/>
          <w:b/>
          <w:color w:val="0D0D0D" w:themeColor="text1" w:themeTint="F2"/>
          <w:sz w:val="20"/>
          <w:szCs w:val="20"/>
          <w:u w:val="single"/>
        </w:rPr>
      </w:pPr>
      <w:r w:rsidRPr="000E2D8D">
        <w:rPr>
          <w:rFonts w:ascii="Arial Nova" w:hAnsi="Arial Nova" w:cs="Arial"/>
          <w:b/>
          <w:color w:val="0D0D0D" w:themeColor="text1" w:themeTint="F2"/>
          <w:sz w:val="20"/>
          <w:szCs w:val="20"/>
          <w:u w:val="single"/>
        </w:rPr>
        <w:t>PLEASE TAKE NOTE:</w:t>
      </w:r>
    </w:p>
    <w:p w14:paraId="3A2DFD8D" w14:textId="788AEE91" w:rsidR="00C844E5" w:rsidRPr="000E2D8D" w:rsidRDefault="005426E7" w:rsidP="00445505">
      <w:pPr>
        <w:pStyle w:val="Default"/>
        <w:adjustRightInd/>
        <w:rPr>
          <w:rFonts w:ascii="Arial Nova" w:hAnsi="Arial Nova"/>
          <w:bCs/>
          <w:color w:val="0D0D0D" w:themeColor="text1" w:themeTint="F2"/>
          <w:sz w:val="20"/>
          <w:szCs w:val="20"/>
        </w:rPr>
      </w:pPr>
      <w:r w:rsidRPr="000E2D8D">
        <w:rPr>
          <w:rFonts w:ascii="Arial Nova" w:hAnsi="Arial Nova"/>
          <w:bCs/>
          <w:color w:val="0D0D0D" w:themeColor="text1" w:themeTint="F2"/>
          <w:sz w:val="20"/>
          <w:szCs w:val="20"/>
        </w:rPr>
        <w:t>1.</w:t>
      </w:r>
      <w:r w:rsidRPr="000E2D8D">
        <w:rPr>
          <w:rFonts w:ascii="Arial Nova" w:hAnsi="Arial Nova"/>
          <w:bCs/>
          <w:color w:val="0D0D0D" w:themeColor="text1" w:themeTint="F2"/>
          <w:sz w:val="20"/>
          <w:szCs w:val="20"/>
        </w:rPr>
        <w:tab/>
      </w:r>
      <w:r w:rsidR="00C844E5" w:rsidRPr="000E2D8D">
        <w:rPr>
          <w:rFonts w:ascii="Arial Nova" w:hAnsi="Arial Nova"/>
          <w:bCs/>
          <w:color w:val="0D0D0D" w:themeColor="text1" w:themeTint="F2"/>
          <w:sz w:val="20"/>
          <w:szCs w:val="20"/>
        </w:rPr>
        <w:t xml:space="preserve">It is the responsibility of all Bidders to ensure that their bid is submitted not later than the appointed date and </w:t>
      </w:r>
      <w:r w:rsidRPr="000E2D8D">
        <w:rPr>
          <w:rFonts w:ascii="Arial Nova" w:hAnsi="Arial Nova"/>
          <w:bCs/>
          <w:color w:val="0D0D0D" w:themeColor="text1" w:themeTint="F2"/>
          <w:sz w:val="20"/>
          <w:szCs w:val="20"/>
        </w:rPr>
        <w:tab/>
      </w:r>
      <w:r w:rsidR="00C844E5" w:rsidRPr="000E2D8D">
        <w:rPr>
          <w:rFonts w:ascii="Arial Nova" w:hAnsi="Arial Nova"/>
          <w:bCs/>
          <w:color w:val="0D0D0D" w:themeColor="text1" w:themeTint="F2"/>
          <w:sz w:val="20"/>
          <w:szCs w:val="20"/>
        </w:rPr>
        <w:t xml:space="preserve">time. </w:t>
      </w:r>
    </w:p>
    <w:p w14:paraId="1919F400" w14:textId="157775F3" w:rsidR="00C844E5" w:rsidRPr="000E2D8D" w:rsidRDefault="00445505" w:rsidP="00445505">
      <w:pPr>
        <w:pStyle w:val="Default"/>
        <w:adjustRightInd/>
        <w:rPr>
          <w:rFonts w:ascii="Arial Nova" w:hAnsi="Arial Nova"/>
          <w:bCs/>
          <w:color w:val="0D0D0D" w:themeColor="text1" w:themeTint="F2"/>
          <w:sz w:val="20"/>
          <w:szCs w:val="20"/>
        </w:rPr>
      </w:pPr>
      <w:r w:rsidRPr="000E2D8D">
        <w:rPr>
          <w:rFonts w:ascii="Arial Nova" w:hAnsi="Arial Nova"/>
          <w:bCs/>
          <w:color w:val="0D0D0D" w:themeColor="text1" w:themeTint="F2"/>
          <w:sz w:val="20"/>
          <w:szCs w:val="20"/>
        </w:rPr>
        <w:t>2.</w:t>
      </w:r>
      <w:r w:rsidRPr="000E2D8D">
        <w:rPr>
          <w:rFonts w:ascii="Arial Nova" w:hAnsi="Arial Nova"/>
          <w:bCs/>
          <w:color w:val="0D0D0D" w:themeColor="text1" w:themeTint="F2"/>
          <w:sz w:val="20"/>
          <w:szCs w:val="20"/>
        </w:rPr>
        <w:tab/>
      </w:r>
      <w:r w:rsidR="00C844E5" w:rsidRPr="000E2D8D">
        <w:rPr>
          <w:rFonts w:ascii="Arial Nova" w:hAnsi="Arial Nova"/>
          <w:bCs/>
          <w:color w:val="0D0D0D" w:themeColor="text1" w:themeTint="F2"/>
          <w:sz w:val="20"/>
          <w:szCs w:val="20"/>
        </w:rPr>
        <w:t xml:space="preserve">Enquiries regarding this invitation to tender and all matters relating to this tender, should be addressed to </w:t>
      </w:r>
      <w:r w:rsidRPr="000E2D8D">
        <w:rPr>
          <w:rFonts w:ascii="Arial Nova" w:hAnsi="Arial Nova"/>
          <w:bCs/>
          <w:color w:val="0D0D0D" w:themeColor="text1" w:themeTint="F2"/>
          <w:sz w:val="20"/>
          <w:szCs w:val="20"/>
        </w:rPr>
        <w:tab/>
      </w:r>
      <w:hyperlink r:id="rId7" w:history="1">
        <w:r w:rsidR="004822AB" w:rsidRPr="000E2D8D">
          <w:rPr>
            <w:rStyle w:val="Hyperlink"/>
            <w:rFonts w:ascii="Arial Nova" w:hAnsi="Arial Nova"/>
            <w:bCs/>
            <w:i/>
            <w:iCs/>
            <w:color w:val="0D0D0D" w:themeColor="text1" w:themeTint="F2"/>
            <w:sz w:val="20"/>
            <w:szCs w:val="20"/>
          </w:rPr>
          <w:t>nlmajoe@uj.ac.za</w:t>
        </w:r>
      </w:hyperlink>
      <w:r w:rsidR="00C844E5" w:rsidRPr="000E2D8D">
        <w:rPr>
          <w:rFonts w:ascii="Arial Nova" w:hAnsi="Arial Nova"/>
          <w:bCs/>
          <w:color w:val="0D0D0D" w:themeColor="text1" w:themeTint="F2"/>
          <w:sz w:val="20"/>
          <w:szCs w:val="20"/>
        </w:rPr>
        <w:t xml:space="preserve"> </w:t>
      </w:r>
    </w:p>
    <w:p w14:paraId="13B257B4" w14:textId="62BCF83F" w:rsidR="00C844E5" w:rsidRPr="000E2D8D" w:rsidRDefault="00445505" w:rsidP="00445505">
      <w:pPr>
        <w:pStyle w:val="Default"/>
        <w:adjustRightInd/>
        <w:rPr>
          <w:rFonts w:ascii="Arial Nova" w:hAnsi="Arial Nova"/>
          <w:bCs/>
          <w:color w:val="0D0D0D" w:themeColor="text1" w:themeTint="F2"/>
          <w:sz w:val="20"/>
          <w:szCs w:val="20"/>
        </w:rPr>
      </w:pPr>
      <w:r w:rsidRPr="000E2D8D">
        <w:rPr>
          <w:rFonts w:ascii="Arial Nova" w:hAnsi="Arial Nova"/>
          <w:bCs/>
          <w:color w:val="0D0D0D" w:themeColor="text1" w:themeTint="F2"/>
          <w:sz w:val="20"/>
          <w:szCs w:val="20"/>
        </w:rPr>
        <w:t>3.</w:t>
      </w:r>
      <w:r w:rsidRPr="000E2D8D">
        <w:rPr>
          <w:rFonts w:ascii="Arial Nova" w:hAnsi="Arial Nova"/>
          <w:bCs/>
          <w:color w:val="0D0D0D" w:themeColor="text1" w:themeTint="F2"/>
          <w:sz w:val="20"/>
          <w:szCs w:val="20"/>
        </w:rPr>
        <w:tab/>
      </w:r>
      <w:r w:rsidR="00C844E5" w:rsidRPr="000E2D8D">
        <w:rPr>
          <w:rFonts w:ascii="Arial Nova" w:hAnsi="Arial Nova"/>
          <w:bCs/>
          <w:color w:val="0D0D0D" w:themeColor="text1" w:themeTint="F2"/>
          <w:sz w:val="20"/>
          <w:szCs w:val="20"/>
        </w:rPr>
        <w:t>Your financial offer MUST BE FIXED and will not be adjusted, and variation orders are not permitted.</w:t>
      </w:r>
    </w:p>
    <w:p w14:paraId="68498B55" w14:textId="0162CD5F" w:rsidR="00C844E5" w:rsidRPr="000E2D8D" w:rsidRDefault="00C844E5" w:rsidP="00445505">
      <w:pPr>
        <w:pStyle w:val="wordsection1"/>
        <w:spacing w:before="0" w:beforeAutospacing="0" w:after="0" w:afterAutospacing="0"/>
        <w:rPr>
          <w:rFonts w:ascii="Arial Nova" w:hAnsi="Arial Nova" w:cs="Arial"/>
          <w:bCs/>
          <w:color w:val="0D0D0D" w:themeColor="text1" w:themeTint="F2"/>
          <w:sz w:val="20"/>
          <w:szCs w:val="20"/>
        </w:rPr>
      </w:pPr>
    </w:p>
    <w:p w14:paraId="6CFFF37D" w14:textId="5696B648" w:rsidR="005426E7" w:rsidRPr="000E2D8D" w:rsidRDefault="00445505" w:rsidP="00445505">
      <w:pPr>
        <w:pStyle w:val="Default"/>
        <w:adjustRightInd/>
        <w:rPr>
          <w:rFonts w:ascii="Arial Nova" w:hAnsi="Arial Nova"/>
          <w:bCs/>
          <w:color w:val="0D0D0D" w:themeColor="text1" w:themeTint="F2"/>
          <w:sz w:val="20"/>
          <w:szCs w:val="20"/>
        </w:rPr>
      </w:pPr>
      <w:r w:rsidRPr="000E2D8D">
        <w:rPr>
          <w:rFonts w:ascii="Arial Nova" w:hAnsi="Arial Nova"/>
          <w:bCs/>
          <w:color w:val="0D0D0D" w:themeColor="text1" w:themeTint="F2"/>
          <w:sz w:val="20"/>
          <w:szCs w:val="20"/>
        </w:rPr>
        <w:t>4.</w:t>
      </w:r>
      <w:r w:rsidRPr="000E2D8D">
        <w:rPr>
          <w:rFonts w:ascii="Arial Nova" w:hAnsi="Arial Nova"/>
          <w:bCs/>
          <w:color w:val="0D0D0D" w:themeColor="text1" w:themeTint="F2"/>
          <w:sz w:val="20"/>
          <w:szCs w:val="20"/>
        </w:rPr>
        <w:tab/>
      </w:r>
      <w:r w:rsidR="005426E7" w:rsidRPr="000E2D8D">
        <w:rPr>
          <w:rFonts w:ascii="Arial Nova" w:hAnsi="Arial Nova"/>
          <w:bCs/>
          <w:color w:val="0D0D0D" w:themeColor="text1" w:themeTint="F2"/>
          <w:sz w:val="20"/>
          <w:szCs w:val="20"/>
        </w:rPr>
        <w:t xml:space="preserve">All bids must be submitted via the UJ Oracle Application Cloud </w:t>
      </w:r>
    </w:p>
    <w:p w14:paraId="322CEF6F" w14:textId="77777777" w:rsidR="005426E7" w:rsidRPr="000E2D8D" w:rsidRDefault="005426E7" w:rsidP="00445505">
      <w:pPr>
        <w:pStyle w:val="Default"/>
        <w:ind w:left="360"/>
        <w:rPr>
          <w:rFonts w:ascii="Arial Nova" w:hAnsi="Arial Nova"/>
          <w:bCs/>
          <w:color w:val="0D0D0D" w:themeColor="text1" w:themeTint="F2"/>
          <w:sz w:val="20"/>
          <w:szCs w:val="20"/>
        </w:rPr>
      </w:pPr>
    </w:p>
    <w:p w14:paraId="00EA33E5" w14:textId="115A0E29" w:rsidR="005426E7" w:rsidRPr="000E2D8D" w:rsidRDefault="005426E7" w:rsidP="00445505">
      <w:pPr>
        <w:pStyle w:val="wordsection1"/>
        <w:numPr>
          <w:ilvl w:val="0"/>
          <w:numId w:val="7"/>
        </w:numPr>
        <w:shd w:val="clear" w:color="auto" w:fill="FFFFFF"/>
        <w:spacing w:before="0" w:beforeAutospacing="0" w:after="0" w:afterAutospacing="0"/>
        <w:rPr>
          <w:rFonts w:ascii="Arial Nova" w:hAnsi="Arial Nova" w:cs="Arial"/>
          <w:bCs/>
          <w:color w:val="0D0D0D" w:themeColor="text1" w:themeTint="F2"/>
          <w:sz w:val="20"/>
          <w:szCs w:val="20"/>
          <w:lang w:val="en-GB"/>
        </w:rPr>
      </w:pPr>
      <w:r w:rsidRPr="000E2D8D">
        <w:rPr>
          <w:rFonts w:ascii="Arial Nova" w:hAnsi="Arial Nova"/>
          <w:b/>
          <w:color w:val="0D0D0D" w:themeColor="text1" w:themeTint="F2"/>
          <w:sz w:val="20"/>
          <w:szCs w:val="20"/>
        </w:rPr>
        <w:t xml:space="preserve">To </w:t>
      </w:r>
      <w:r w:rsidR="006B0DD6" w:rsidRPr="000E2D8D">
        <w:rPr>
          <w:rFonts w:ascii="Arial Nova" w:hAnsi="Arial Nova"/>
          <w:b/>
          <w:color w:val="0D0D0D" w:themeColor="text1" w:themeTint="F2"/>
          <w:sz w:val="20"/>
          <w:szCs w:val="20"/>
        </w:rPr>
        <w:t xml:space="preserve">download and </w:t>
      </w:r>
      <w:r w:rsidRPr="000E2D8D">
        <w:rPr>
          <w:rFonts w:ascii="Arial Nova" w:hAnsi="Arial Nova"/>
          <w:b/>
          <w:color w:val="0D0D0D" w:themeColor="text1" w:themeTint="F2"/>
          <w:sz w:val="20"/>
          <w:szCs w:val="20"/>
        </w:rPr>
        <w:t xml:space="preserve">submit a bid - </w:t>
      </w:r>
      <w:hyperlink r:id="rId8" w:history="1">
        <w:r w:rsidRPr="000E2D8D">
          <w:rPr>
            <w:rStyle w:val="Hyperlink"/>
            <w:rFonts w:ascii="Arial Nova" w:hAnsi="Arial Nova" w:cs="Arial"/>
            <w:bCs/>
            <w:color w:val="0D0D0D" w:themeColor="text1" w:themeTint="F2"/>
            <w:sz w:val="20"/>
            <w:szCs w:val="20"/>
            <w:lang w:val="en-GB"/>
          </w:rPr>
          <w:t>https://hdgf.login.em3.oraclecloud.com</w:t>
        </w:r>
      </w:hyperlink>
    </w:p>
    <w:p w14:paraId="46814D76" w14:textId="77777777" w:rsidR="005426E7" w:rsidRPr="000E2D8D" w:rsidRDefault="005426E7" w:rsidP="00445505">
      <w:pPr>
        <w:jc w:val="both"/>
        <w:rPr>
          <w:rFonts w:ascii="Arial Nova" w:hAnsi="Arial Nova"/>
          <w:color w:val="0D0D0D" w:themeColor="text1" w:themeTint="F2"/>
          <w:szCs w:val="20"/>
        </w:rPr>
      </w:pPr>
      <w:r w:rsidRPr="000E2D8D">
        <w:rPr>
          <w:rFonts w:ascii="Arial Nova" w:hAnsi="Arial Nova"/>
          <w:color w:val="0D0D0D" w:themeColor="text1" w:themeTint="F2"/>
          <w:szCs w:val="20"/>
        </w:rPr>
        <w:tab/>
      </w:r>
    </w:p>
    <w:p w14:paraId="5E41A105" w14:textId="46DE061F" w:rsidR="005426E7" w:rsidRPr="000E2D8D" w:rsidRDefault="005426E7" w:rsidP="00445505">
      <w:pPr>
        <w:pStyle w:val="ListParagraph"/>
        <w:numPr>
          <w:ilvl w:val="0"/>
          <w:numId w:val="7"/>
        </w:numPr>
        <w:jc w:val="both"/>
        <w:rPr>
          <w:rFonts w:ascii="Arial Nova" w:hAnsi="Arial Nova"/>
          <w:color w:val="0D0D0D" w:themeColor="text1" w:themeTint="F2"/>
          <w:szCs w:val="20"/>
        </w:rPr>
      </w:pPr>
      <w:r w:rsidRPr="000E2D8D">
        <w:rPr>
          <w:rFonts w:ascii="Arial Nova" w:hAnsi="Arial Nova"/>
          <w:b/>
          <w:bCs/>
          <w:color w:val="0D0D0D" w:themeColor="text1" w:themeTint="F2"/>
          <w:szCs w:val="20"/>
        </w:rPr>
        <w:t>To register on the UJ Oracle Application Cloud</w:t>
      </w:r>
      <w:r w:rsidRPr="000E2D8D">
        <w:rPr>
          <w:rFonts w:ascii="Arial Nova" w:hAnsi="Arial Nova"/>
          <w:bCs/>
          <w:color w:val="0D0D0D" w:themeColor="text1" w:themeTint="F2"/>
          <w:szCs w:val="20"/>
        </w:rPr>
        <w:t xml:space="preserve"> </w:t>
      </w:r>
      <w:r w:rsidRPr="000E2D8D">
        <w:rPr>
          <w:rFonts w:ascii="Arial Nova" w:hAnsi="Arial Nova"/>
          <w:color w:val="0D0D0D" w:themeColor="text1" w:themeTint="F2"/>
          <w:szCs w:val="20"/>
        </w:rPr>
        <w:t xml:space="preserve">– </w:t>
      </w:r>
      <w:hyperlink r:id="rId9" w:history="1">
        <w:r w:rsidRPr="000E2D8D">
          <w:rPr>
            <w:rStyle w:val="Hyperlink"/>
            <w:rFonts w:ascii="Arial Nova" w:hAnsi="Arial Nova"/>
            <w:color w:val="0D0D0D" w:themeColor="text1" w:themeTint="F2"/>
            <w:szCs w:val="20"/>
          </w:rPr>
          <w:t>www.uj.ac.za/support-services/suppliers/</w:t>
        </w:r>
      </w:hyperlink>
    </w:p>
    <w:p w14:paraId="17457261" w14:textId="77777777" w:rsidR="005426E7" w:rsidRPr="000E2D8D" w:rsidRDefault="005426E7" w:rsidP="00445505">
      <w:pPr>
        <w:pStyle w:val="wordsection1"/>
        <w:shd w:val="clear" w:color="auto" w:fill="FFFFFF"/>
        <w:spacing w:before="0" w:beforeAutospacing="0" w:after="0" w:afterAutospacing="0"/>
        <w:jc w:val="center"/>
        <w:rPr>
          <w:rFonts w:ascii="Arial Nova" w:hAnsi="Arial Nova" w:cs="Arial"/>
          <w:bCs/>
          <w:color w:val="0D0D0D" w:themeColor="text1" w:themeTint="F2"/>
          <w:sz w:val="20"/>
          <w:szCs w:val="20"/>
          <w:lang w:val="en-GB"/>
        </w:rPr>
      </w:pPr>
    </w:p>
    <w:p w14:paraId="68733197" w14:textId="63444BAB" w:rsidR="00C844E5" w:rsidRDefault="00C844E5" w:rsidP="00445505">
      <w:pPr>
        <w:pStyle w:val="wordsection1"/>
        <w:spacing w:before="0" w:beforeAutospacing="0" w:after="0" w:afterAutospacing="0"/>
        <w:rPr>
          <w:rFonts w:ascii="Arial Nova" w:hAnsi="Arial Nova" w:cs="Arial"/>
          <w:b/>
          <w:color w:val="0D0D0D" w:themeColor="text1" w:themeTint="F2"/>
          <w:sz w:val="20"/>
          <w:szCs w:val="20"/>
          <w:u w:val="single"/>
        </w:rPr>
      </w:pPr>
      <w:r w:rsidRPr="000E2D8D">
        <w:rPr>
          <w:rFonts w:ascii="Arial Nova" w:hAnsi="Arial Nova" w:cs="Arial"/>
          <w:b/>
          <w:color w:val="0D0D0D" w:themeColor="text1" w:themeTint="F2"/>
          <w:sz w:val="20"/>
          <w:szCs w:val="20"/>
          <w:u w:val="single"/>
        </w:rPr>
        <w:t xml:space="preserve"> DOCUMENTS PROVIDED ON THE WEB PAGE: </w:t>
      </w:r>
    </w:p>
    <w:p w14:paraId="4E17D8A7" w14:textId="03DF7057" w:rsidR="00442745" w:rsidRPr="00442745" w:rsidRDefault="00442745" w:rsidP="00445505">
      <w:pPr>
        <w:pStyle w:val="wordsection1"/>
        <w:spacing w:before="0" w:beforeAutospacing="0" w:after="0" w:afterAutospacing="0"/>
        <w:rPr>
          <w:rFonts w:ascii="Arial Nova" w:hAnsi="Arial Nova" w:cs="Arial"/>
          <w:bCs/>
          <w:color w:val="0D0D0D" w:themeColor="text1" w:themeTint="F2"/>
          <w:sz w:val="20"/>
          <w:szCs w:val="20"/>
        </w:rPr>
      </w:pPr>
    </w:p>
    <w:p w14:paraId="639CA3F3" w14:textId="26AEF5F3" w:rsidR="00015CAB" w:rsidRPr="00442745" w:rsidRDefault="00442745" w:rsidP="00442745">
      <w:pPr>
        <w:pStyle w:val="wordsection1"/>
        <w:numPr>
          <w:ilvl w:val="0"/>
          <w:numId w:val="5"/>
        </w:numPr>
        <w:spacing w:before="0" w:beforeAutospacing="0" w:after="0" w:afterAutospacing="0"/>
        <w:rPr>
          <w:rFonts w:ascii="Arial Nova" w:hAnsi="Arial Nova" w:cs="Arial"/>
          <w:bCs/>
          <w:color w:val="0D0D0D" w:themeColor="text1" w:themeTint="F2"/>
          <w:sz w:val="20"/>
          <w:szCs w:val="20"/>
        </w:rPr>
      </w:pPr>
      <w:r w:rsidRPr="00442745">
        <w:rPr>
          <w:rFonts w:ascii="Arial Nova" w:hAnsi="Arial Nova" w:cs="Arial"/>
          <w:bCs/>
          <w:color w:val="0D0D0D" w:themeColor="text1" w:themeTint="F2"/>
          <w:sz w:val="20"/>
          <w:szCs w:val="20"/>
        </w:rPr>
        <w:t xml:space="preserve">TENDER INVITATION </w:t>
      </w:r>
    </w:p>
    <w:p w14:paraId="6E0F07BD" w14:textId="56899F8B" w:rsidR="00E04745" w:rsidRDefault="00E04745" w:rsidP="00E04745">
      <w:pPr>
        <w:pStyle w:val="wordsection1"/>
        <w:numPr>
          <w:ilvl w:val="0"/>
          <w:numId w:val="5"/>
        </w:numPr>
        <w:spacing w:before="0" w:beforeAutospacing="0" w:after="0" w:afterAutospacing="0"/>
        <w:rPr>
          <w:rFonts w:ascii="Arial" w:eastAsia="Times New Roman" w:hAnsi="Arial" w:cs="Arial"/>
          <w:bCs/>
          <w:color w:val="0D0D0D" w:themeColor="text1" w:themeTint="F2"/>
          <w:sz w:val="20"/>
          <w:szCs w:val="20"/>
          <w:lang w:eastAsia="en-US"/>
        </w:rPr>
      </w:pPr>
      <w:r>
        <w:rPr>
          <w:rFonts w:ascii="Arial" w:eastAsia="Times New Roman" w:hAnsi="Arial" w:cs="Arial"/>
          <w:bCs/>
          <w:color w:val="0D0D0D" w:themeColor="text1" w:themeTint="F2"/>
          <w:sz w:val="20"/>
          <w:szCs w:val="20"/>
        </w:rPr>
        <w:t xml:space="preserve">ANNEXURE A </w:t>
      </w:r>
      <w:r w:rsidR="00C94666">
        <w:rPr>
          <w:rFonts w:ascii="Arial" w:eastAsia="Times New Roman" w:hAnsi="Arial" w:cs="Arial"/>
          <w:bCs/>
          <w:color w:val="0D0D0D" w:themeColor="text1" w:themeTint="F2"/>
          <w:sz w:val="20"/>
          <w:szCs w:val="20"/>
        </w:rPr>
        <w:t>–</w:t>
      </w:r>
      <w:r>
        <w:rPr>
          <w:rFonts w:ascii="Arial" w:eastAsia="Times New Roman" w:hAnsi="Arial" w:cs="Arial"/>
          <w:bCs/>
          <w:color w:val="0D0D0D" w:themeColor="text1" w:themeTint="F2"/>
          <w:sz w:val="20"/>
          <w:szCs w:val="20"/>
        </w:rPr>
        <w:t xml:space="preserve"> SPECIFICATION</w:t>
      </w:r>
    </w:p>
    <w:p w14:paraId="51A8D086" w14:textId="77777777" w:rsidR="00E04745" w:rsidRDefault="00E04745" w:rsidP="00E04745">
      <w:pPr>
        <w:pStyle w:val="wordsection1"/>
        <w:numPr>
          <w:ilvl w:val="0"/>
          <w:numId w:val="5"/>
        </w:numPr>
        <w:spacing w:before="0" w:beforeAutospacing="0" w:after="0" w:afterAutospacing="0"/>
        <w:rPr>
          <w:rFonts w:ascii="Arial" w:eastAsia="Times New Roman" w:hAnsi="Arial" w:cs="Arial"/>
          <w:bCs/>
          <w:color w:val="0D0D0D" w:themeColor="text1" w:themeTint="F2"/>
          <w:sz w:val="20"/>
          <w:szCs w:val="20"/>
          <w:lang w:eastAsia="en-US"/>
        </w:rPr>
      </w:pPr>
      <w:r>
        <w:rPr>
          <w:rFonts w:ascii="Arial" w:eastAsia="Times New Roman" w:hAnsi="Arial" w:cs="Arial"/>
          <w:bCs/>
          <w:color w:val="0D0D0D" w:themeColor="text1" w:themeTint="F2"/>
          <w:sz w:val="20"/>
          <w:szCs w:val="20"/>
        </w:rPr>
        <w:t xml:space="preserve">SUPPLIER REGISTRATION - INTRODUCTION EMAIL </w:t>
      </w:r>
    </w:p>
    <w:p w14:paraId="5454900D" w14:textId="77777777" w:rsidR="00E04745" w:rsidRDefault="00E04745" w:rsidP="00E04745">
      <w:pPr>
        <w:pStyle w:val="wordsection1"/>
        <w:numPr>
          <w:ilvl w:val="0"/>
          <w:numId w:val="5"/>
        </w:numPr>
        <w:spacing w:before="0" w:beforeAutospacing="0" w:after="0" w:afterAutospacing="0"/>
        <w:rPr>
          <w:rFonts w:ascii="Arial" w:eastAsia="Times New Roman" w:hAnsi="Arial" w:cs="Arial"/>
          <w:bCs/>
          <w:color w:val="0D0D0D" w:themeColor="text1" w:themeTint="F2"/>
          <w:sz w:val="20"/>
          <w:szCs w:val="20"/>
          <w:lang w:eastAsia="en-US"/>
        </w:rPr>
      </w:pPr>
      <w:r>
        <w:rPr>
          <w:rFonts w:ascii="Arial" w:eastAsia="Times New Roman" w:hAnsi="Arial" w:cs="Arial"/>
          <w:bCs/>
          <w:color w:val="0D0D0D" w:themeColor="text1" w:themeTint="F2"/>
          <w:sz w:val="20"/>
          <w:szCs w:val="20"/>
          <w:lang w:eastAsia="en-US"/>
        </w:rPr>
        <w:t>HOW TO ACCESS, DOWNLOAD AND SUBMIT TENDER</w:t>
      </w:r>
    </w:p>
    <w:p w14:paraId="4B2727BA" w14:textId="77777777" w:rsidR="00E04745" w:rsidRDefault="00E04745" w:rsidP="00E04745">
      <w:pPr>
        <w:pStyle w:val="wordsection1"/>
        <w:numPr>
          <w:ilvl w:val="0"/>
          <w:numId w:val="5"/>
        </w:numPr>
        <w:spacing w:before="0" w:beforeAutospacing="0" w:after="0" w:afterAutospacing="0"/>
        <w:rPr>
          <w:rFonts w:ascii="Arial" w:eastAsia="Times New Roman" w:hAnsi="Arial" w:cs="Arial"/>
          <w:bCs/>
          <w:color w:val="0D0D0D" w:themeColor="text1" w:themeTint="F2"/>
          <w:sz w:val="20"/>
          <w:szCs w:val="20"/>
          <w:lang w:eastAsia="en-US"/>
        </w:rPr>
      </w:pPr>
      <w:r>
        <w:rPr>
          <w:rFonts w:ascii="Arial" w:eastAsia="Times New Roman" w:hAnsi="Arial" w:cs="Arial"/>
          <w:bCs/>
          <w:color w:val="0D0D0D" w:themeColor="text1" w:themeTint="F2"/>
          <w:sz w:val="20"/>
          <w:szCs w:val="20"/>
          <w:lang w:eastAsia="en-US"/>
        </w:rPr>
        <w:t>USER - TRAINING MANUAL - ORACLE CLOUD SUPPLIER RESPONSE</w:t>
      </w:r>
    </w:p>
    <w:p w14:paraId="382BDEB7" w14:textId="30D19C1E" w:rsidR="00E04745" w:rsidRDefault="00C0398F" w:rsidP="00E04745">
      <w:pPr>
        <w:pStyle w:val="wordsection1"/>
        <w:numPr>
          <w:ilvl w:val="0"/>
          <w:numId w:val="5"/>
        </w:numPr>
        <w:spacing w:before="0" w:beforeAutospacing="0" w:after="0" w:afterAutospacing="0"/>
        <w:rPr>
          <w:rFonts w:ascii="Arial Nova" w:eastAsia="Times New Roman" w:hAnsi="Arial Nova" w:cs="Arial"/>
          <w:bCs/>
          <w:color w:val="0D0D0D" w:themeColor="text1" w:themeTint="F2"/>
          <w:sz w:val="20"/>
          <w:szCs w:val="20"/>
          <w:lang w:eastAsia="en-US"/>
        </w:rPr>
      </w:pPr>
      <w:r>
        <w:rPr>
          <w:rFonts w:ascii="Arial Nova" w:eastAsia="Times New Roman" w:hAnsi="Arial Nova" w:cs="Arial"/>
          <w:bCs/>
          <w:color w:val="0D0D0D" w:themeColor="text1" w:themeTint="F2"/>
          <w:sz w:val="20"/>
          <w:szCs w:val="20"/>
          <w:lang w:eastAsia="en-US"/>
        </w:rPr>
        <w:t>MAP APK</w:t>
      </w:r>
    </w:p>
    <w:p w14:paraId="5CFF4557" w14:textId="790527E3" w:rsidR="00E04745" w:rsidRDefault="00E04745" w:rsidP="00E04745">
      <w:pPr>
        <w:pStyle w:val="wordsection1"/>
        <w:numPr>
          <w:ilvl w:val="0"/>
          <w:numId w:val="5"/>
        </w:numPr>
        <w:spacing w:before="0" w:beforeAutospacing="0" w:after="0" w:afterAutospacing="0"/>
        <w:rPr>
          <w:rFonts w:ascii="Arial Nova" w:eastAsia="Times New Roman" w:hAnsi="Arial Nova" w:cs="Arial"/>
          <w:bCs/>
          <w:color w:val="262626" w:themeColor="text1" w:themeTint="D9"/>
          <w:sz w:val="20"/>
          <w:szCs w:val="20"/>
          <w:lang w:eastAsia="en-US"/>
        </w:rPr>
      </w:pPr>
      <w:r w:rsidRPr="00A64BA2">
        <w:rPr>
          <w:rFonts w:ascii="Arial Nova" w:eastAsia="Times New Roman" w:hAnsi="Arial Nova" w:cs="Arial"/>
          <w:bCs/>
          <w:color w:val="262626" w:themeColor="text1" w:themeTint="D9"/>
          <w:sz w:val="20"/>
          <w:szCs w:val="20"/>
          <w:lang w:eastAsia="en-US"/>
        </w:rPr>
        <w:t xml:space="preserve">BOQ </w:t>
      </w:r>
    </w:p>
    <w:p w14:paraId="55D837C2" w14:textId="53F71082" w:rsidR="005F0174" w:rsidRPr="00A64BA2" w:rsidRDefault="005F0174" w:rsidP="00E04745">
      <w:pPr>
        <w:pStyle w:val="wordsection1"/>
        <w:numPr>
          <w:ilvl w:val="0"/>
          <w:numId w:val="5"/>
        </w:numPr>
        <w:spacing w:before="0" w:beforeAutospacing="0" w:after="0" w:afterAutospacing="0"/>
        <w:rPr>
          <w:rFonts w:ascii="Arial Nova" w:eastAsia="Times New Roman" w:hAnsi="Arial Nova" w:cs="Arial"/>
          <w:bCs/>
          <w:color w:val="262626" w:themeColor="text1" w:themeTint="D9"/>
          <w:sz w:val="20"/>
          <w:szCs w:val="20"/>
          <w:lang w:eastAsia="en-US"/>
        </w:rPr>
      </w:pPr>
      <w:r>
        <w:rPr>
          <w:rFonts w:ascii="Arial Nova" w:eastAsia="Times New Roman" w:hAnsi="Arial Nova" w:cs="Arial"/>
          <w:bCs/>
          <w:color w:val="262626" w:themeColor="text1" w:themeTint="D9"/>
          <w:sz w:val="20"/>
          <w:szCs w:val="20"/>
          <w:lang w:eastAsia="en-US"/>
        </w:rPr>
        <w:t xml:space="preserve">DRAWINGS </w:t>
      </w:r>
    </w:p>
    <w:p w14:paraId="561B4640" w14:textId="0FBE958F" w:rsidR="00B632E4" w:rsidRPr="000E2D8D" w:rsidRDefault="00B632E4" w:rsidP="00E310E4">
      <w:pPr>
        <w:pStyle w:val="wordsection1"/>
        <w:spacing w:before="0" w:beforeAutospacing="0" w:after="0" w:afterAutospacing="0"/>
        <w:ind w:left="720"/>
        <w:rPr>
          <w:rFonts w:ascii="Arial Nova" w:eastAsia="Times New Roman" w:hAnsi="Arial Nova" w:cs="Arial"/>
          <w:bCs/>
          <w:color w:val="0D0D0D" w:themeColor="text1" w:themeTint="F2"/>
          <w:sz w:val="20"/>
          <w:szCs w:val="20"/>
          <w:lang w:eastAsia="en-US"/>
        </w:rPr>
      </w:pPr>
    </w:p>
    <w:p w14:paraId="038FD3B4" w14:textId="7540D713" w:rsidR="00445505" w:rsidRPr="000E2D8D" w:rsidRDefault="00445505" w:rsidP="00445505">
      <w:pPr>
        <w:pStyle w:val="wordsection1"/>
        <w:spacing w:before="0" w:beforeAutospacing="0" w:after="0" w:afterAutospacing="0"/>
        <w:ind w:left="360"/>
        <w:rPr>
          <w:rFonts w:ascii="Arial Nova" w:eastAsia="Times New Roman" w:hAnsi="Arial Nova" w:cs="Arial"/>
          <w:bCs/>
          <w:color w:val="0D0D0D" w:themeColor="text1" w:themeTint="F2"/>
          <w:sz w:val="20"/>
          <w:szCs w:val="20"/>
          <w:lang w:eastAsia="en-US"/>
        </w:rPr>
      </w:pPr>
      <w:r w:rsidRPr="000E2D8D">
        <w:rPr>
          <w:rFonts w:ascii="Arial Nova" w:eastAsia="Times New Roman" w:hAnsi="Arial Nova" w:cs="Arial"/>
          <w:bCs/>
          <w:color w:val="0D0D0D" w:themeColor="text1" w:themeTint="F2"/>
          <w:sz w:val="20"/>
          <w:szCs w:val="20"/>
          <w:lang w:eastAsia="en-US"/>
        </w:rPr>
        <w:t>Regards</w:t>
      </w:r>
    </w:p>
    <w:p w14:paraId="41A661EF" w14:textId="0E3385BE" w:rsidR="00445505" w:rsidRPr="000E2D8D" w:rsidRDefault="004822AB" w:rsidP="00445505">
      <w:pPr>
        <w:pStyle w:val="wordsection1"/>
        <w:spacing w:before="0" w:beforeAutospacing="0" w:after="0" w:afterAutospacing="0"/>
        <w:ind w:left="360"/>
        <w:rPr>
          <w:rFonts w:ascii="Arial Nova" w:eastAsia="Times New Roman" w:hAnsi="Arial Nova" w:cs="Arial"/>
          <w:bCs/>
          <w:color w:val="0D0D0D" w:themeColor="text1" w:themeTint="F2"/>
          <w:sz w:val="20"/>
          <w:szCs w:val="20"/>
          <w:lang w:eastAsia="en-US"/>
        </w:rPr>
      </w:pPr>
      <w:r w:rsidRPr="000E2D8D">
        <w:rPr>
          <w:rFonts w:ascii="Arial Nova" w:eastAsia="Times New Roman" w:hAnsi="Arial Nova" w:cs="Arial"/>
          <w:bCs/>
          <w:color w:val="0D0D0D" w:themeColor="text1" w:themeTint="F2"/>
          <w:sz w:val="20"/>
          <w:szCs w:val="20"/>
          <w:lang w:eastAsia="en-US"/>
        </w:rPr>
        <w:t>Neo Majoe</w:t>
      </w:r>
      <w:r w:rsidR="00445505" w:rsidRPr="000E2D8D">
        <w:rPr>
          <w:rFonts w:ascii="Arial Nova" w:eastAsia="Times New Roman" w:hAnsi="Arial Nova" w:cs="Arial"/>
          <w:bCs/>
          <w:color w:val="0D0D0D" w:themeColor="text1" w:themeTint="F2"/>
          <w:sz w:val="20"/>
          <w:szCs w:val="20"/>
          <w:lang w:eastAsia="en-US"/>
        </w:rPr>
        <w:t>: (</w:t>
      </w:r>
      <w:hyperlink r:id="rId10" w:history="1">
        <w:r w:rsidRPr="000E2D8D">
          <w:rPr>
            <w:rStyle w:val="Hyperlink"/>
            <w:rFonts w:ascii="Arial Nova" w:eastAsia="Times New Roman" w:hAnsi="Arial Nova" w:cs="Arial"/>
            <w:bCs/>
            <w:color w:val="0D0D0D" w:themeColor="text1" w:themeTint="F2"/>
            <w:sz w:val="20"/>
            <w:szCs w:val="20"/>
            <w:lang w:eastAsia="en-US"/>
          </w:rPr>
          <w:t>nlmajoe@uj.ac.za</w:t>
        </w:r>
      </w:hyperlink>
      <w:r w:rsidR="00445505" w:rsidRPr="000E2D8D">
        <w:rPr>
          <w:rFonts w:ascii="Arial Nova" w:eastAsia="Times New Roman" w:hAnsi="Arial Nova" w:cs="Arial"/>
          <w:bCs/>
          <w:color w:val="0D0D0D" w:themeColor="text1" w:themeTint="F2"/>
          <w:sz w:val="20"/>
          <w:szCs w:val="20"/>
          <w:lang w:eastAsia="en-US"/>
        </w:rPr>
        <w:t>) / 011 559 61</w:t>
      </w:r>
      <w:r w:rsidRPr="000E2D8D">
        <w:rPr>
          <w:rFonts w:ascii="Arial Nova" w:eastAsia="Times New Roman" w:hAnsi="Arial Nova" w:cs="Arial"/>
          <w:bCs/>
          <w:color w:val="0D0D0D" w:themeColor="text1" w:themeTint="F2"/>
          <w:sz w:val="20"/>
          <w:szCs w:val="20"/>
          <w:lang w:eastAsia="en-US"/>
        </w:rPr>
        <w:t>44</w:t>
      </w:r>
    </w:p>
    <w:sectPr w:rsidR="00445505" w:rsidRPr="000E2D8D" w:rsidSect="00FE39D3">
      <w:headerReference w:type="default" r:id="rId11"/>
      <w:footerReference w:type="default" r:id="rId12"/>
      <w:headerReference w:type="first" r:id="rId13"/>
      <w:pgSz w:w="11899" w:h="16838" w:code="9"/>
      <w:pgMar w:top="1410" w:right="794" w:bottom="792" w:left="794" w:header="720" w:footer="792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25FE03" w14:textId="77777777" w:rsidR="0015676B" w:rsidRDefault="0015676B">
      <w:r>
        <w:separator/>
      </w:r>
    </w:p>
  </w:endnote>
  <w:endnote w:type="continuationSeparator" w:id="0">
    <w:p w14:paraId="1F00769E" w14:textId="77777777" w:rsidR="0015676B" w:rsidRDefault="001567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DScalaSans-Romein">
    <w:altName w:val="Arial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DScalaSansCaps-Bold">
    <w:altName w:val="Calibri"/>
    <w:charset w:val="00"/>
    <w:family w:val="auto"/>
    <w:pitch w:val="variable"/>
    <w:sig w:usb0="03000000" w:usb1="00000000" w:usb2="00000000" w:usb3="00000000" w:csb0="00000001" w:csb1="00000000"/>
  </w:font>
  <w:font w:name="ADScalaSansCaps-Romein">
    <w:altName w:val="Courier New"/>
    <w:charset w:val="00"/>
    <w:family w:val="auto"/>
    <w:pitch w:val="variable"/>
    <w:sig w:usb0="03000000" w:usb1="00000000" w:usb2="00000000" w:usb3="00000000" w:csb0="00000001" w:csb1="00000000"/>
  </w:font>
  <w:font w:name="Times-Roman">
    <w:altName w:val="DokChampa"/>
    <w:panose1 w:val="00000000000000000000"/>
    <w:charset w:val="4D"/>
    <w:family w:val="auto"/>
    <w:notTrueType/>
    <w:pitch w:val="default"/>
    <w:sig w:usb0="03000000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ova">
    <w:charset w:val="00"/>
    <w:family w:val="swiss"/>
    <w:pitch w:val="variable"/>
    <w:sig w:usb0="0000028F" w:usb1="00000002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F5A742" w14:textId="77777777" w:rsidR="004B5EAB" w:rsidRDefault="004B5EAB" w:rsidP="003778BE">
    <w:pPr>
      <w:pStyle w:val="Footer"/>
      <w:jc w:val="right"/>
    </w:pPr>
  </w:p>
  <w:p w14:paraId="271E74A8" w14:textId="77777777" w:rsidR="004B5EAB" w:rsidRDefault="004B5EAB" w:rsidP="003778BE">
    <w:pPr>
      <w:pStyle w:val="Footer"/>
      <w:jc w:val="right"/>
    </w:pPr>
  </w:p>
  <w:p w14:paraId="566E173D" w14:textId="77777777" w:rsidR="004B5EAB" w:rsidRDefault="004B5EAB" w:rsidP="003778BE">
    <w:pPr>
      <w:pStyle w:val="Footer"/>
      <w:jc w:val="right"/>
    </w:pPr>
  </w:p>
  <w:p w14:paraId="587E6091" w14:textId="77777777" w:rsidR="004B5EAB" w:rsidRDefault="004B5EAB" w:rsidP="003778BE">
    <w:pPr>
      <w:pStyle w:val="Footer"/>
      <w:jc w:val="right"/>
    </w:pPr>
  </w:p>
  <w:p w14:paraId="034B799D" w14:textId="77777777" w:rsidR="004B5EAB" w:rsidRPr="00D36A36" w:rsidRDefault="00CF0A6C" w:rsidP="003778BE">
    <w:pPr>
      <w:pStyle w:val="Footer"/>
      <w:jc w:val="right"/>
    </w:pPr>
    <w:r>
      <w:rPr>
        <w:noProof/>
        <w:lang w:val="en-ZA" w:eastAsia="en-ZA"/>
      </w:rPr>
      <w:drawing>
        <wp:inline distT="0" distB="0" distL="0" distR="0" wp14:anchorId="7A7DC88B" wp14:editId="46837F9F">
          <wp:extent cx="1181100" cy="1104900"/>
          <wp:effectExtent l="19050" t="0" r="0" b="0"/>
          <wp:docPr id="55" name="Picture 55" descr="UJ_Logo_Colou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UJ_Logo_Colou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1100" cy="11049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A5582E" w14:textId="77777777" w:rsidR="0015676B" w:rsidRDefault="0015676B">
      <w:r>
        <w:separator/>
      </w:r>
    </w:p>
  </w:footnote>
  <w:footnote w:type="continuationSeparator" w:id="0">
    <w:p w14:paraId="3349B38E" w14:textId="77777777" w:rsidR="0015676B" w:rsidRDefault="001567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A3C5E2" w14:textId="748F4B9A" w:rsidR="004B5EAB" w:rsidRPr="00D36A36" w:rsidRDefault="009E7ECD" w:rsidP="003778BE">
    <w:pPr>
      <w:pStyle w:val="Header"/>
      <w:tabs>
        <w:tab w:val="clear" w:pos="4320"/>
        <w:tab w:val="clear" w:pos="8640"/>
      </w:tabs>
      <w:jc w:val="right"/>
      <w:rPr>
        <w:rFonts w:ascii="Arial" w:hAnsi="Arial"/>
        <w:b w:val="0"/>
        <w:sz w:val="16"/>
      </w:rPr>
    </w:pPr>
    <w:r w:rsidRPr="00D36A36">
      <w:rPr>
        <w:rFonts w:ascii="Arial" w:hAnsi="Arial"/>
        <w:b w:val="0"/>
        <w:sz w:val="16"/>
      </w:rPr>
      <w:t xml:space="preserve">Page </w:t>
    </w:r>
    <w:r w:rsidR="00F67C9C" w:rsidRPr="00D36A36">
      <w:rPr>
        <w:rFonts w:ascii="Arial" w:hAnsi="Arial"/>
        <w:b w:val="0"/>
        <w:sz w:val="16"/>
      </w:rPr>
      <w:fldChar w:fldCharType="begin"/>
    </w:r>
    <w:r w:rsidRPr="00D36A36">
      <w:rPr>
        <w:rFonts w:ascii="Arial" w:hAnsi="Arial"/>
        <w:b w:val="0"/>
        <w:sz w:val="16"/>
      </w:rPr>
      <w:instrText xml:space="preserve"> PAGE </w:instrText>
    </w:r>
    <w:r w:rsidR="00F67C9C" w:rsidRPr="00D36A36">
      <w:rPr>
        <w:rFonts w:ascii="Arial" w:hAnsi="Arial"/>
        <w:b w:val="0"/>
        <w:sz w:val="16"/>
      </w:rPr>
      <w:fldChar w:fldCharType="separate"/>
    </w:r>
    <w:r w:rsidR="00641767">
      <w:rPr>
        <w:rFonts w:ascii="Arial" w:hAnsi="Arial"/>
        <w:b w:val="0"/>
        <w:noProof/>
        <w:sz w:val="16"/>
      </w:rPr>
      <w:t>2</w:t>
    </w:r>
    <w:r w:rsidR="00F67C9C" w:rsidRPr="00D36A36">
      <w:rPr>
        <w:rFonts w:ascii="Arial" w:hAnsi="Arial"/>
        <w:b w:val="0"/>
        <w:sz w:val="16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4DEEA9" w14:textId="7BCF5324" w:rsidR="006A650F" w:rsidRDefault="006A650F" w:rsidP="002879FF">
    <w:pPr>
      <w:pStyle w:val="Header"/>
      <w:jc w:val="center"/>
    </w:pPr>
    <w:r w:rsidRPr="006A650F">
      <w:rPr>
        <w:rFonts w:ascii="Arial" w:hAnsi="Arial" w:cs="Arial"/>
        <w:b w:val="0"/>
        <w:noProof/>
        <w:color w:val="FF0000"/>
        <w:spacing w:val="0"/>
        <w:sz w:val="20"/>
        <w:szCs w:val="20"/>
        <w:lang w:val="en-ZA" w:eastAsia="en-ZA"/>
      </w:rPr>
      <w:drawing>
        <wp:anchor distT="0" distB="0" distL="114300" distR="114300" simplePos="0" relativeHeight="251659264" behindDoc="1" locked="0" layoutInCell="1" allowOverlap="1" wp14:anchorId="5BB57A25" wp14:editId="7067DFAB">
          <wp:simplePos x="0" y="0"/>
          <wp:positionH relativeFrom="margin">
            <wp:align>left</wp:align>
          </wp:positionH>
          <wp:positionV relativeFrom="paragraph">
            <wp:posOffset>-158115</wp:posOffset>
          </wp:positionV>
          <wp:extent cx="335667" cy="336550"/>
          <wp:effectExtent l="0" t="0" r="7620" b="6350"/>
          <wp:wrapNone/>
          <wp:docPr id="2" name="Picture 2" descr="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Logo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5667" cy="3365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1E4F23"/>
    <w:multiLevelType w:val="hybridMultilevel"/>
    <w:tmpl w:val="63DC53C6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>
      <w:start w:val="1"/>
      <w:numFmt w:val="lowerLetter"/>
      <w:lvlText w:val="%2."/>
      <w:lvlJc w:val="left"/>
      <w:pPr>
        <w:ind w:left="1440" w:hanging="360"/>
      </w:pPr>
    </w:lvl>
    <w:lvl w:ilvl="2" w:tplc="1C09001B">
      <w:start w:val="1"/>
      <w:numFmt w:val="lowerRoman"/>
      <w:lvlText w:val="%3."/>
      <w:lvlJc w:val="right"/>
      <w:pPr>
        <w:ind w:left="2160" w:hanging="180"/>
      </w:pPr>
    </w:lvl>
    <w:lvl w:ilvl="3" w:tplc="1C09000F">
      <w:start w:val="1"/>
      <w:numFmt w:val="decimal"/>
      <w:lvlText w:val="%4."/>
      <w:lvlJc w:val="left"/>
      <w:pPr>
        <w:ind w:left="2880" w:hanging="360"/>
      </w:pPr>
    </w:lvl>
    <w:lvl w:ilvl="4" w:tplc="1C090019">
      <w:start w:val="1"/>
      <w:numFmt w:val="lowerLetter"/>
      <w:lvlText w:val="%5."/>
      <w:lvlJc w:val="left"/>
      <w:pPr>
        <w:ind w:left="3600" w:hanging="360"/>
      </w:pPr>
    </w:lvl>
    <w:lvl w:ilvl="5" w:tplc="1C09001B">
      <w:start w:val="1"/>
      <w:numFmt w:val="lowerRoman"/>
      <w:lvlText w:val="%6."/>
      <w:lvlJc w:val="right"/>
      <w:pPr>
        <w:ind w:left="4320" w:hanging="180"/>
      </w:pPr>
    </w:lvl>
    <w:lvl w:ilvl="6" w:tplc="1C09000F">
      <w:start w:val="1"/>
      <w:numFmt w:val="decimal"/>
      <w:lvlText w:val="%7."/>
      <w:lvlJc w:val="left"/>
      <w:pPr>
        <w:ind w:left="5040" w:hanging="360"/>
      </w:pPr>
    </w:lvl>
    <w:lvl w:ilvl="7" w:tplc="1C090019">
      <w:start w:val="1"/>
      <w:numFmt w:val="lowerLetter"/>
      <w:lvlText w:val="%8."/>
      <w:lvlJc w:val="left"/>
      <w:pPr>
        <w:ind w:left="5760" w:hanging="360"/>
      </w:pPr>
    </w:lvl>
    <w:lvl w:ilvl="8" w:tplc="1C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E03586"/>
    <w:multiLevelType w:val="hybridMultilevel"/>
    <w:tmpl w:val="9064EB9C"/>
    <w:lvl w:ilvl="0" w:tplc="1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CFB2768"/>
    <w:multiLevelType w:val="hybridMultilevel"/>
    <w:tmpl w:val="13502CAA"/>
    <w:lvl w:ilvl="0" w:tplc="1C09000F">
      <w:start w:val="1"/>
      <w:numFmt w:val="decimal"/>
      <w:lvlText w:val="%1."/>
      <w:lvlJc w:val="left"/>
      <w:pPr>
        <w:ind w:left="3196" w:hanging="360"/>
      </w:pPr>
    </w:lvl>
    <w:lvl w:ilvl="1" w:tplc="1C090019">
      <w:start w:val="1"/>
      <w:numFmt w:val="lowerLetter"/>
      <w:lvlText w:val="%2."/>
      <w:lvlJc w:val="left"/>
      <w:pPr>
        <w:ind w:left="1440" w:hanging="360"/>
      </w:pPr>
    </w:lvl>
    <w:lvl w:ilvl="2" w:tplc="1C09001B">
      <w:start w:val="1"/>
      <w:numFmt w:val="lowerRoman"/>
      <w:lvlText w:val="%3."/>
      <w:lvlJc w:val="right"/>
      <w:pPr>
        <w:ind w:left="2160" w:hanging="180"/>
      </w:pPr>
    </w:lvl>
    <w:lvl w:ilvl="3" w:tplc="1C09000F">
      <w:start w:val="1"/>
      <w:numFmt w:val="decimal"/>
      <w:lvlText w:val="%4."/>
      <w:lvlJc w:val="left"/>
      <w:pPr>
        <w:ind w:left="2880" w:hanging="360"/>
      </w:pPr>
    </w:lvl>
    <w:lvl w:ilvl="4" w:tplc="1C090019">
      <w:start w:val="1"/>
      <w:numFmt w:val="lowerLetter"/>
      <w:lvlText w:val="%5."/>
      <w:lvlJc w:val="left"/>
      <w:pPr>
        <w:ind w:left="3600" w:hanging="360"/>
      </w:pPr>
    </w:lvl>
    <w:lvl w:ilvl="5" w:tplc="1C09001B">
      <w:start w:val="1"/>
      <w:numFmt w:val="lowerRoman"/>
      <w:lvlText w:val="%6."/>
      <w:lvlJc w:val="right"/>
      <w:pPr>
        <w:ind w:left="4320" w:hanging="180"/>
      </w:pPr>
    </w:lvl>
    <w:lvl w:ilvl="6" w:tplc="1C09000F">
      <w:start w:val="1"/>
      <w:numFmt w:val="decimal"/>
      <w:lvlText w:val="%7."/>
      <w:lvlJc w:val="left"/>
      <w:pPr>
        <w:ind w:left="5040" w:hanging="360"/>
      </w:pPr>
    </w:lvl>
    <w:lvl w:ilvl="7" w:tplc="1C090019">
      <w:start w:val="1"/>
      <w:numFmt w:val="lowerLetter"/>
      <w:lvlText w:val="%8."/>
      <w:lvlJc w:val="left"/>
      <w:pPr>
        <w:ind w:left="5760" w:hanging="360"/>
      </w:pPr>
    </w:lvl>
    <w:lvl w:ilvl="8" w:tplc="1C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630C60"/>
    <w:multiLevelType w:val="hybridMultilevel"/>
    <w:tmpl w:val="47BE9DCC"/>
    <w:lvl w:ilvl="0" w:tplc="1C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C72C1A"/>
    <w:multiLevelType w:val="hybridMultilevel"/>
    <w:tmpl w:val="55E0D010"/>
    <w:lvl w:ilvl="0" w:tplc="1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C3B3CFE"/>
    <w:multiLevelType w:val="hybridMultilevel"/>
    <w:tmpl w:val="59C8B95C"/>
    <w:lvl w:ilvl="0" w:tplc="B5F6432C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0E6D56"/>
    <w:multiLevelType w:val="hybridMultilevel"/>
    <w:tmpl w:val="FEC2F5F6"/>
    <w:lvl w:ilvl="0" w:tplc="994C6EB8">
      <w:start w:val="2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D8A1606"/>
    <w:multiLevelType w:val="hybridMultilevel"/>
    <w:tmpl w:val="2E026B8C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1ED6942"/>
    <w:multiLevelType w:val="hybridMultilevel"/>
    <w:tmpl w:val="DCAC71DE"/>
    <w:lvl w:ilvl="0" w:tplc="82BC0584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3326800">
    <w:abstractNumId w:val="6"/>
  </w:num>
  <w:num w:numId="2" w16cid:durableId="245456545">
    <w:abstractNumId w:val="7"/>
  </w:num>
  <w:num w:numId="3" w16cid:durableId="1527207818">
    <w:abstractNumId w:val="4"/>
  </w:num>
  <w:num w:numId="4" w16cid:durableId="89747567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63328843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736539018">
    <w:abstractNumId w:val="0"/>
  </w:num>
  <w:num w:numId="7" w16cid:durableId="1794710763">
    <w:abstractNumId w:val="1"/>
  </w:num>
  <w:num w:numId="8" w16cid:durableId="1296331427">
    <w:abstractNumId w:val="3"/>
  </w:num>
  <w:num w:numId="9" w16cid:durableId="164712879">
    <w:abstractNumId w:val="5"/>
  </w:num>
  <w:num w:numId="10" w16cid:durableId="49823123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0A6C"/>
    <w:rsid w:val="000009DD"/>
    <w:rsid w:val="00001E3B"/>
    <w:rsid w:val="00004253"/>
    <w:rsid w:val="000058C3"/>
    <w:rsid w:val="00006715"/>
    <w:rsid w:val="000075E2"/>
    <w:rsid w:val="0001103E"/>
    <w:rsid w:val="00011A14"/>
    <w:rsid w:val="00014610"/>
    <w:rsid w:val="00015CAB"/>
    <w:rsid w:val="000178D2"/>
    <w:rsid w:val="00017C98"/>
    <w:rsid w:val="00017FE7"/>
    <w:rsid w:val="0002166B"/>
    <w:rsid w:val="00021925"/>
    <w:rsid w:val="0002414F"/>
    <w:rsid w:val="0002730D"/>
    <w:rsid w:val="00027FFB"/>
    <w:rsid w:val="000320B0"/>
    <w:rsid w:val="00035913"/>
    <w:rsid w:val="00035D99"/>
    <w:rsid w:val="0003656B"/>
    <w:rsid w:val="000366D9"/>
    <w:rsid w:val="00037476"/>
    <w:rsid w:val="00042790"/>
    <w:rsid w:val="00044AC3"/>
    <w:rsid w:val="000454E4"/>
    <w:rsid w:val="000457D6"/>
    <w:rsid w:val="00046FAE"/>
    <w:rsid w:val="0005128A"/>
    <w:rsid w:val="000529C0"/>
    <w:rsid w:val="0005354C"/>
    <w:rsid w:val="0005552C"/>
    <w:rsid w:val="00055587"/>
    <w:rsid w:val="00055AB5"/>
    <w:rsid w:val="00056147"/>
    <w:rsid w:val="00057C2A"/>
    <w:rsid w:val="000617C5"/>
    <w:rsid w:val="0006658F"/>
    <w:rsid w:val="000703CF"/>
    <w:rsid w:val="00070BA7"/>
    <w:rsid w:val="000720CA"/>
    <w:rsid w:val="00073678"/>
    <w:rsid w:val="00074E52"/>
    <w:rsid w:val="00074EB9"/>
    <w:rsid w:val="00077ED7"/>
    <w:rsid w:val="00080771"/>
    <w:rsid w:val="0008092A"/>
    <w:rsid w:val="00083600"/>
    <w:rsid w:val="00083D12"/>
    <w:rsid w:val="00093AE9"/>
    <w:rsid w:val="00096D73"/>
    <w:rsid w:val="000A1CE5"/>
    <w:rsid w:val="000A21DE"/>
    <w:rsid w:val="000A500F"/>
    <w:rsid w:val="000A545D"/>
    <w:rsid w:val="000A7FCA"/>
    <w:rsid w:val="000B0047"/>
    <w:rsid w:val="000B22B7"/>
    <w:rsid w:val="000B300C"/>
    <w:rsid w:val="000B35D2"/>
    <w:rsid w:val="000B77F7"/>
    <w:rsid w:val="000B7F03"/>
    <w:rsid w:val="000C0CB2"/>
    <w:rsid w:val="000C2896"/>
    <w:rsid w:val="000C42E7"/>
    <w:rsid w:val="000C45D0"/>
    <w:rsid w:val="000D0566"/>
    <w:rsid w:val="000D1336"/>
    <w:rsid w:val="000D1A80"/>
    <w:rsid w:val="000D1C73"/>
    <w:rsid w:val="000D1F3D"/>
    <w:rsid w:val="000D4E0B"/>
    <w:rsid w:val="000D5198"/>
    <w:rsid w:val="000E22B6"/>
    <w:rsid w:val="000E2A43"/>
    <w:rsid w:val="000E2D8D"/>
    <w:rsid w:val="000E66B6"/>
    <w:rsid w:val="000E6B79"/>
    <w:rsid w:val="000E6D72"/>
    <w:rsid w:val="000E7A91"/>
    <w:rsid w:val="000E7FEC"/>
    <w:rsid w:val="000F01FF"/>
    <w:rsid w:val="000F0857"/>
    <w:rsid w:val="000F153C"/>
    <w:rsid w:val="000F484D"/>
    <w:rsid w:val="000F5DB9"/>
    <w:rsid w:val="000F638F"/>
    <w:rsid w:val="00100371"/>
    <w:rsid w:val="001004B4"/>
    <w:rsid w:val="00100556"/>
    <w:rsid w:val="00103450"/>
    <w:rsid w:val="00103928"/>
    <w:rsid w:val="001045C7"/>
    <w:rsid w:val="001046A8"/>
    <w:rsid w:val="00105088"/>
    <w:rsid w:val="001054F2"/>
    <w:rsid w:val="0011102F"/>
    <w:rsid w:val="00111704"/>
    <w:rsid w:val="00112513"/>
    <w:rsid w:val="0011279F"/>
    <w:rsid w:val="001127C9"/>
    <w:rsid w:val="0011749D"/>
    <w:rsid w:val="001178D6"/>
    <w:rsid w:val="001203F9"/>
    <w:rsid w:val="00120A88"/>
    <w:rsid w:val="00123D6A"/>
    <w:rsid w:val="001249B9"/>
    <w:rsid w:val="0012576E"/>
    <w:rsid w:val="00125D79"/>
    <w:rsid w:val="00126CC7"/>
    <w:rsid w:val="00127B24"/>
    <w:rsid w:val="00127CB0"/>
    <w:rsid w:val="001311CA"/>
    <w:rsid w:val="001311DE"/>
    <w:rsid w:val="0013301A"/>
    <w:rsid w:val="00134130"/>
    <w:rsid w:val="00137863"/>
    <w:rsid w:val="00137BB5"/>
    <w:rsid w:val="001407DE"/>
    <w:rsid w:val="00143CF1"/>
    <w:rsid w:val="00144D68"/>
    <w:rsid w:val="00146082"/>
    <w:rsid w:val="0014791B"/>
    <w:rsid w:val="001507F6"/>
    <w:rsid w:val="001532C6"/>
    <w:rsid w:val="0015676B"/>
    <w:rsid w:val="0016064B"/>
    <w:rsid w:val="00160905"/>
    <w:rsid w:val="00160E18"/>
    <w:rsid w:val="00163255"/>
    <w:rsid w:val="0016394E"/>
    <w:rsid w:val="00163EF3"/>
    <w:rsid w:val="00165012"/>
    <w:rsid w:val="00166C42"/>
    <w:rsid w:val="00167EBE"/>
    <w:rsid w:val="00176257"/>
    <w:rsid w:val="00176980"/>
    <w:rsid w:val="00183CA0"/>
    <w:rsid w:val="00184370"/>
    <w:rsid w:val="0018674B"/>
    <w:rsid w:val="001908ED"/>
    <w:rsid w:val="0019178C"/>
    <w:rsid w:val="00191CEC"/>
    <w:rsid w:val="00195D7C"/>
    <w:rsid w:val="001A29C2"/>
    <w:rsid w:val="001A38FC"/>
    <w:rsid w:val="001A40E0"/>
    <w:rsid w:val="001A5E01"/>
    <w:rsid w:val="001A7919"/>
    <w:rsid w:val="001B014A"/>
    <w:rsid w:val="001B08AB"/>
    <w:rsid w:val="001B2564"/>
    <w:rsid w:val="001B4420"/>
    <w:rsid w:val="001B6386"/>
    <w:rsid w:val="001C47CA"/>
    <w:rsid w:val="001C511E"/>
    <w:rsid w:val="001C75B3"/>
    <w:rsid w:val="001D111E"/>
    <w:rsid w:val="001D2931"/>
    <w:rsid w:val="001D2FB0"/>
    <w:rsid w:val="001D38E3"/>
    <w:rsid w:val="001D450C"/>
    <w:rsid w:val="001D5EF8"/>
    <w:rsid w:val="001D701B"/>
    <w:rsid w:val="001E006B"/>
    <w:rsid w:val="001E33A1"/>
    <w:rsid w:val="001E5188"/>
    <w:rsid w:val="001E6540"/>
    <w:rsid w:val="001F07A0"/>
    <w:rsid w:val="001F2529"/>
    <w:rsid w:val="001F5B36"/>
    <w:rsid w:val="0020149C"/>
    <w:rsid w:val="00201CBF"/>
    <w:rsid w:val="002034F4"/>
    <w:rsid w:val="002070BD"/>
    <w:rsid w:val="002115AD"/>
    <w:rsid w:val="00223C0B"/>
    <w:rsid w:val="002277CB"/>
    <w:rsid w:val="002308B3"/>
    <w:rsid w:val="002327FE"/>
    <w:rsid w:val="00232869"/>
    <w:rsid w:val="00234E3D"/>
    <w:rsid w:val="00237600"/>
    <w:rsid w:val="00240297"/>
    <w:rsid w:val="002425A2"/>
    <w:rsid w:val="00245FD8"/>
    <w:rsid w:val="002477F4"/>
    <w:rsid w:val="00251BA6"/>
    <w:rsid w:val="00251E68"/>
    <w:rsid w:val="0025237A"/>
    <w:rsid w:val="002539CC"/>
    <w:rsid w:val="00253A3D"/>
    <w:rsid w:val="00256935"/>
    <w:rsid w:val="0025757E"/>
    <w:rsid w:val="00261226"/>
    <w:rsid w:val="0026142F"/>
    <w:rsid w:val="002630FC"/>
    <w:rsid w:val="00267467"/>
    <w:rsid w:val="00274853"/>
    <w:rsid w:val="00274FB3"/>
    <w:rsid w:val="00281469"/>
    <w:rsid w:val="00283594"/>
    <w:rsid w:val="00283EFB"/>
    <w:rsid w:val="00283F30"/>
    <w:rsid w:val="002844AB"/>
    <w:rsid w:val="00285633"/>
    <w:rsid w:val="002872C3"/>
    <w:rsid w:val="002877E6"/>
    <w:rsid w:val="002879FF"/>
    <w:rsid w:val="002959A7"/>
    <w:rsid w:val="00296265"/>
    <w:rsid w:val="002A011E"/>
    <w:rsid w:val="002A2270"/>
    <w:rsid w:val="002A3015"/>
    <w:rsid w:val="002A5DF7"/>
    <w:rsid w:val="002A7674"/>
    <w:rsid w:val="002B28D8"/>
    <w:rsid w:val="002B41D6"/>
    <w:rsid w:val="002B5281"/>
    <w:rsid w:val="002B6BA4"/>
    <w:rsid w:val="002B6C49"/>
    <w:rsid w:val="002C5416"/>
    <w:rsid w:val="002C6C92"/>
    <w:rsid w:val="002C7AFE"/>
    <w:rsid w:val="002D05B8"/>
    <w:rsid w:val="002D0A98"/>
    <w:rsid w:val="002D750A"/>
    <w:rsid w:val="002E0E51"/>
    <w:rsid w:val="002E11B5"/>
    <w:rsid w:val="002E13F3"/>
    <w:rsid w:val="002E4213"/>
    <w:rsid w:val="002E4BF2"/>
    <w:rsid w:val="002F0DE5"/>
    <w:rsid w:val="002F2856"/>
    <w:rsid w:val="002F2B5E"/>
    <w:rsid w:val="002F2CB5"/>
    <w:rsid w:val="002F3618"/>
    <w:rsid w:val="002F4390"/>
    <w:rsid w:val="00300069"/>
    <w:rsid w:val="00300219"/>
    <w:rsid w:val="0030316C"/>
    <w:rsid w:val="00304E8E"/>
    <w:rsid w:val="00304F1F"/>
    <w:rsid w:val="00305747"/>
    <w:rsid w:val="003100AF"/>
    <w:rsid w:val="00310BE1"/>
    <w:rsid w:val="00312F8C"/>
    <w:rsid w:val="003218D3"/>
    <w:rsid w:val="00322B66"/>
    <w:rsid w:val="0032323E"/>
    <w:rsid w:val="00323517"/>
    <w:rsid w:val="00324755"/>
    <w:rsid w:val="00326BF0"/>
    <w:rsid w:val="00332BA0"/>
    <w:rsid w:val="00332C0E"/>
    <w:rsid w:val="00333868"/>
    <w:rsid w:val="0033420D"/>
    <w:rsid w:val="00337A18"/>
    <w:rsid w:val="00337CA0"/>
    <w:rsid w:val="00343584"/>
    <w:rsid w:val="00344072"/>
    <w:rsid w:val="003508BD"/>
    <w:rsid w:val="00352A67"/>
    <w:rsid w:val="00356065"/>
    <w:rsid w:val="00361692"/>
    <w:rsid w:val="00364464"/>
    <w:rsid w:val="00364795"/>
    <w:rsid w:val="003658A8"/>
    <w:rsid w:val="00365FDF"/>
    <w:rsid w:val="00367B30"/>
    <w:rsid w:val="00367E94"/>
    <w:rsid w:val="003702B3"/>
    <w:rsid w:val="003713CF"/>
    <w:rsid w:val="00373CFF"/>
    <w:rsid w:val="003741BF"/>
    <w:rsid w:val="00375510"/>
    <w:rsid w:val="003772FA"/>
    <w:rsid w:val="003775F9"/>
    <w:rsid w:val="0038181C"/>
    <w:rsid w:val="00382D26"/>
    <w:rsid w:val="00384924"/>
    <w:rsid w:val="00385324"/>
    <w:rsid w:val="00386DCD"/>
    <w:rsid w:val="003934FE"/>
    <w:rsid w:val="0039413A"/>
    <w:rsid w:val="00394ACC"/>
    <w:rsid w:val="00396C54"/>
    <w:rsid w:val="003A0932"/>
    <w:rsid w:val="003A0FA2"/>
    <w:rsid w:val="003A200B"/>
    <w:rsid w:val="003A4C7F"/>
    <w:rsid w:val="003A5697"/>
    <w:rsid w:val="003A5EA4"/>
    <w:rsid w:val="003A71B7"/>
    <w:rsid w:val="003B101F"/>
    <w:rsid w:val="003B166F"/>
    <w:rsid w:val="003B3598"/>
    <w:rsid w:val="003B41BD"/>
    <w:rsid w:val="003B4A38"/>
    <w:rsid w:val="003B526A"/>
    <w:rsid w:val="003B5AFC"/>
    <w:rsid w:val="003B679E"/>
    <w:rsid w:val="003B6D5A"/>
    <w:rsid w:val="003B77D3"/>
    <w:rsid w:val="003B7AD1"/>
    <w:rsid w:val="003C03D8"/>
    <w:rsid w:val="003C0CCF"/>
    <w:rsid w:val="003C1C3C"/>
    <w:rsid w:val="003C2668"/>
    <w:rsid w:val="003C60C8"/>
    <w:rsid w:val="003D3EC4"/>
    <w:rsid w:val="003D5F9F"/>
    <w:rsid w:val="003D7769"/>
    <w:rsid w:val="003E1E4A"/>
    <w:rsid w:val="003E2603"/>
    <w:rsid w:val="003E2CAD"/>
    <w:rsid w:val="003E46A6"/>
    <w:rsid w:val="003E7A26"/>
    <w:rsid w:val="003F24EF"/>
    <w:rsid w:val="003F256C"/>
    <w:rsid w:val="003F3C92"/>
    <w:rsid w:val="003F4744"/>
    <w:rsid w:val="003F6671"/>
    <w:rsid w:val="00400E81"/>
    <w:rsid w:val="00401F9C"/>
    <w:rsid w:val="00407877"/>
    <w:rsid w:val="00415171"/>
    <w:rsid w:val="00415DA5"/>
    <w:rsid w:val="0042010E"/>
    <w:rsid w:val="004214D8"/>
    <w:rsid w:val="004222CC"/>
    <w:rsid w:val="00424962"/>
    <w:rsid w:val="00424D9D"/>
    <w:rsid w:val="00426D51"/>
    <w:rsid w:val="00427BBF"/>
    <w:rsid w:val="00431A77"/>
    <w:rsid w:val="00433D98"/>
    <w:rsid w:val="00437CFE"/>
    <w:rsid w:val="00442745"/>
    <w:rsid w:val="00443B4B"/>
    <w:rsid w:val="00443E20"/>
    <w:rsid w:val="00445468"/>
    <w:rsid w:val="00445505"/>
    <w:rsid w:val="004519E7"/>
    <w:rsid w:val="0045238A"/>
    <w:rsid w:val="00453B33"/>
    <w:rsid w:val="00454B4F"/>
    <w:rsid w:val="004571D4"/>
    <w:rsid w:val="004710C3"/>
    <w:rsid w:val="00472A2C"/>
    <w:rsid w:val="004744C3"/>
    <w:rsid w:val="00474683"/>
    <w:rsid w:val="00474A2D"/>
    <w:rsid w:val="004752E6"/>
    <w:rsid w:val="00475D9C"/>
    <w:rsid w:val="00475DEE"/>
    <w:rsid w:val="0047638F"/>
    <w:rsid w:val="00476EC3"/>
    <w:rsid w:val="004822AB"/>
    <w:rsid w:val="00483D9B"/>
    <w:rsid w:val="004849CD"/>
    <w:rsid w:val="0048546D"/>
    <w:rsid w:val="00485634"/>
    <w:rsid w:val="0049029F"/>
    <w:rsid w:val="00490891"/>
    <w:rsid w:val="00491910"/>
    <w:rsid w:val="00493CF1"/>
    <w:rsid w:val="0049415B"/>
    <w:rsid w:val="004945AE"/>
    <w:rsid w:val="004978BA"/>
    <w:rsid w:val="004A017A"/>
    <w:rsid w:val="004A0956"/>
    <w:rsid w:val="004A6E11"/>
    <w:rsid w:val="004A761F"/>
    <w:rsid w:val="004B10D8"/>
    <w:rsid w:val="004B382D"/>
    <w:rsid w:val="004B44E2"/>
    <w:rsid w:val="004B4CE0"/>
    <w:rsid w:val="004B5870"/>
    <w:rsid w:val="004B5EAB"/>
    <w:rsid w:val="004C0737"/>
    <w:rsid w:val="004C637C"/>
    <w:rsid w:val="004C7187"/>
    <w:rsid w:val="004D186A"/>
    <w:rsid w:val="004D1EF6"/>
    <w:rsid w:val="004D3849"/>
    <w:rsid w:val="004D6F86"/>
    <w:rsid w:val="004E00C5"/>
    <w:rsid w:val="004E0390"/>
    <w:rsid w:val="004E2090"/>
    <w:rsid w:val="004E358A"/>
    <w:rsid w:val="004E3ECB"/>
    <w:rsid w:val="004E4C8C"/>
    <w:rsid w:val="004E562E"/>
    <w:rsid w:val="004E58D1"/>
    <w:rsid w:val="004E5CF6"/>
    <w:rsid w:val="004E5DA6"/>
    <w:rsid w:val="004E6313"/>
    <w:rsid w:val="004E6B68"/>
    <w:rsid w:val="004E78A4"/>
    <w:rsid w:val="004F06C7"/>
    <w:rsid w:val="004F23CE"/>
    <w:rsid w:val="004F3BF5"/>
    <w:rsid w:val="00500316"/>
    <w:rsid w:val="00501333"/>
    <w:rsid w:val="00504982"/>
    <w:rsid w:val="005070AB"/>
    <w:rsid w:val="00511C65"/>
    <w:rsid w:val="005130AC"/>
    <w:rsid w:val="005143F2"/>
    <w:rsid w:val="00516267"/>
    <w:rsid w:val="00516CD8"/>
    <w:rsid w:val="00517E36"/>
    <w:rsid w:val="00522DA5"/>
    <w:rsid w:val="005234AD"/>
    <w:rsid w:val="00523B56"/>
    <w:rsid w:val="00523CD6"/>
    <w:rsid w:val="00526C3C"/>
    <w:rsid w:val="00530D19"/>
    <w:rsid w:val="0053155F"/>
    <w:rsid w:val="005367A7"/>
    <w:rsid w:val="005400E5"/>
    <w:rsid w:val="005414C1"/>
    <w:rsid w:val="00542178"/>
    <w:rsid w:val="005426E7"/>
    <w:rsid w:val="00543852"/>
    <w:rsid w:val="00543B58"/>
    <w:rsid w:val="005500C4"/>
    <w:rsid w:val="00552B4B"/>
    <w:rsid w:val="00552FDE"/>
    <w:rsid w:val="005535E0"/>
    <w:rsid w:val="00553947"/>
    <w:rsid w:val="005561D8"/>
    <w:rsid w:val="00557A02"/>
    <w:rsid w:val="00561BB3"/>
    <w:rsid w:val="00562AB8"/>
    <w:rsid w:val="005670AB"/>
    <w:rsid w:val="00567541"/>
    <w:rsid w:val="0057016C"/>
    <w:rsid w:val="00570246"/>
    <w:rsid w:val="00570A7E"/>
    <w:rsid w:val="00570DE2"/>
    <w:rsid w:val="00573A42"/>
    <w:rsid w:val="00575AA9"/>
    <w:rsid w:val="00576889"/>
    <w:rsid w:val="00577412"/>
    <w:rsid w:val="005807F9"/>
    <w:rsid w:val="005821AA"/>
    <w:rsid w:val="005828BB"/>
    <w:rsid w:val="00582AF1"/>
    <w:rsid w:val="00584489"/>
    <w:rsid w:val="00584961"/>
    <w:rsid w:val="005854C5"/>
    <w:rsid w:val="00587089"/>
    <w:rsid w:val="00590A40"/>
    <w:rsid w:val="00593BD4"/>
    <w:rsid w:val="005953C3"/>
    <w:rsid w:val="005969E5"/>
    <w:rsid w:val="00596DDA"/>
    <w:rsid w:val="00596FBA"/>
    <w:rsid w:val="0059771A"/>
    <w:rsid w:val="005978E0"/>
    <w:rsid w:val="005A0BE0"/>
    <w:rsid w:val="005A0EEE"/>
    <w:rsid w:val="005A203C"/>
    <w:rsid w:val="005A2C72"/>
    <w:rsid w:val="005A6D02"/>
    <w:rsid w:val="005A6F56"/>
    <w:rsid w:val="005A7C07"/>
    <w:rsid w:val="005A7D36"/>
    <w:rsid w:val="005B1F07"/>
    <w:rsid w:val="005B2CEC"/>
    <w:rsid w:val="005B4323"/>
    <w:rsid w:val="005B4B75"/>
    <w:rsid w:val="005B5742"/>
    <w:rsid w:val="005C093E"/>
    <w:rsid w:val="005C173E"/>
    <w:rsid w:val="005C1799"/>
    <w:rsid w:val="005C32D0"/>
    <w:rsid w:val="005C45C5"/>
    <w:rsid w:val="005D0FA1"/>
    <w:rsid w:val="005D19BF"/>
    <w:rsid w:val="005D1A3B"/>
    <w:rsid w:val="005D2152"/>
    <w:rsid w:val="005D5EDD"/>
    <w:rsid w:val="005D7A70"/>
    <w:rsid w:val="005E21AC"/>
    <w:rsid w:val="005F0174"/>
    <w:rsid w:val="005F2107"/>
    <w:rsid w:val="005F2841"/>
    <w:rsid w:val="005F2BA1"/>
    <w:rsid w:val="005F41DF"/>
    <w:rsid w:val="005F4B9B"/>
    <w:rsid w:val="005F4F17"/>
    <w:rsid w:val="005F563F"/>
    <w:rsid w:val="00600BD8"/>
    <w:rsid w:val="00601564"/>
    <w:rsid w:val="00601D7A"/>
    <w:rsid w:val="0060356D"/>
    <w:rsid w:val="006052B6"/>
    <w:rsid w:val="0060536D"/>
    <w:rsid w:val="00607ACA"/>
    <w:rsid w:val="00610A72"/>
    <w:rsid w:val="006123C0"/>
    <w:rsid w:val="00612E7F"/>
    <w:rsid w:val="0061789D"/>
    <w:rsid w:val="00617EC5"/>
    <w:rsid w:val="0062073A"/>
    <w:rsid w:val="00620976"/>
    <w:rsid w:val="006234E2"/>
    <w:rsid w:val="00624A54"/>
    <w:rsid w:val="00624CBF"/>
    <w:rsid w:val="0062571D"/>
    <w:rsid w:val="00625EF8"/>
    <w:rsid w:val="0062720C"/>
    <w:rsid w:val="00630483"/>
    <w:rsid w:val="00630E61"/>
    <w:rsid w:val="00633184"/>
    <w:rsid w:val="0063474B"/>
    <w:rsid w:val="00637F8B"/>
    <w:rsid w:val="00641767"/>
    <w:rsid w:val="00642E94"/>
    <w:rsid w:val="006443E0"/>
    <w:rsid w:val="006454A8"/>
    <w:rsid w:val="00646224"/>
    <w:rsid w:val="00650E0E"/>
    <w:rsid w:val="00654332"/>
    <w:rsid w:val="00657C53"/>
    <w:rsid w:val="00660A8F"/>
    <w:rsid w:val="00661946"/>
    <w:rsid w:val="00663A44"/>
    <w:rsid w:val="00670C65"/>
    <w:rsid w:val="00672264"/>
    <w:rsid w:val="0067269A"/>
    <w:rsid w:val="00674AD6"/>
    <w:rsid w:val="00674E59"/>
    <w:rsid w:val="00675172"/>
    <w:rsid w:val="00680C08"/>
    <w:rsid w:val="00680E25"/>
    <w:rsid w:val="006820D3"/>
    <w:rsid w:val="00687E40"/>
    <w:rsid w:val="006904ED"/>
    <w:rsid w:val="0069114A"/>
    <w:rsid w:val="00692E80"/>
    <w:rsid w:val="00695E2B"/>
    <w:rsid w:val="00696A14"/>
    <w:rsid w:val="00697193"/>
    <w:rsid w:val="006A03B2"/>
    <w:rsid w:val="006A51B9"/>
    <w:rsid w:val="006A5E65"/>
    <w:rsid w:val="006A650F"/>
    <w:rsid w:val="006A6A0D"/>
    <w:rsid w:val="006A6B73"/>
    <w:rsid w:val="006B0DD6"/>
    <w:rsid w:val="006B2030"/>
    <w:rsid w:val="006B304E"/>
    <w:rsid w:val="006C0122"/>
    <w:rsid w:val="006C083B"/>
    <w:rsid w:val="006C0AF9"/>
    <w:rsid w:val="006D4391"/>
    <w:rsid w:val="006D56AB"/>
    <w:rsid w:val="006D60B6"/>
    <w:rsid w:val="006D7B56"/>
    <w:rsid w:val="006E229B"/>
    <w:rsid w:val="006E2C33"/>
    <w:rsid w:val="006E3915"/>
    <w:rsid w:val="006E62D5"/>
    <w:rsid w:val="006F4472"/>
    <w:rsid w:val="006F629F"/>
    <w:rsid w:val="00702356"/>
    <w:rsid w:val="00702AAD"/>
    <w:rsid w:val="00703881"/>
    <w:rsid w:val="0070473B"/>
    <w:rsid w:val="00705245"/>
    <w:rsid w:val="00705E60"/>
    <w:rsid w:val="00706BFF"/>
    <w:rsid w:val="007109B7"/>
    <w:rsid w:val="00711B71"/>
    <w:rsid w:val="00713693"/>
    <w:rsid w:val="0071393D"/>
    <w:rsid w:val="00715F37"/>
    <w:rsid w:val="0071657D"/>
    <w:rsid w:val="007171F3"/>
    <w:rsid w:val="007202CD"/>
    <w:rsid w:val="0072413B"/>
    <w:rsid w:val="0072714A"/>
    <w:rsid w:val="0073249D"/>
    <w:rsid w:val="00733332"/>
    <w:rsid w:val="007342A7"/>
    <w:rsid w:val="007342F4"/>
    <w:rsid w:val="00734ABC"/>
    <w:rsid w:val="007353FF"/>
    <w:rsid w:val="00741FA6"/>
    <w:rsid w:val="0074329E"/>
    <w:rsid w:val="007433EC"/>
    <w:rsid w:val="0074479E"/>
    <w:rsid w:val="00745735"/>
    <w:rsid w:val="0074619D"/>
    <w:rsid w:val="0074652C"/>
    <w:rsid w:val="007472FF"/>
    <w:rsid w:val="00747647"/>
    <w:rsid w:val="00753213"/>
    <w:rsid w:val="007545FC"/>
    <w:rsid w:val="00754DD7"/>
    <w:rsid w:val="00756C48"/>
    <w:rsid w:val="00756EDF"/>
    <w:rsid w:val="00757BDE"/>
    <w:rsid w:val="00760E82"/>
    <w:rsid w:val="00761C04"/>
    <w:rsid w:val="0076236E"/>
    <w:rsid w:val="00763DA3"/>
    <w:rsid w:val="007651DD"/>
    <w:rsid w:val="00766246"/>
    <w:rsid w:val="0076767A"/>
    <w:rsid w:val="00771BB0"/>
    <w:rsid w:val="00772387"/>
    <w:rsid w:val="00772BF7"/>
    <w:rsid w:val="00773AA5"/>
    <w:rsid w:val="0077658A"/>
    <w:rsid w:val="00781387"/>
    <w:rsid w:val="00784BD0"/>
    <w:rsid w:val="00784D03"/>
    <w:rsid w:val="00785E70"/>
    <w:rsid w:val="00787CC6"/>
    <w:rsid w:val="00790DDA"/>
    <w:rsid w:val="00797A19"/>
    <w:rsid w:val="007A20AF"/>
    <w:rsid w:val="007A2C8B"/>
    <w:rsid w:val="007A4982"/>
    <w:rsid w:val="007A4DFF"/>
    <w:rsid w:val="007A7738"/>
    <w:rsid w:val="007B0BB1"/>
    <w:rsid w:val="007B0F5B"/>
    <w:rsid w:val="007B128D"/>
    <w:rsid w:val="007B15A9"/>
    <w:rsid w:val="007B3263"/>
    <w:rsid w:val="007B580A"/>
    <w:rsid w:val="007C12B5"/>
    <w:rsid w:val="007C2101"/>
    <w:rsid w:val="007C279F"/>
    <w:rsid w:val="007C2E8E"/>
    <w:rsid w:val="007C31F7"/>
    <w:rsid w:val="007C3631"/>
    <w:rsid w:val="007C3D18"/>
    <w:rsid w:val="007C420F"/>
    <w:rsid w:val="007C42EE"/>
    <w:rsid w:val="007C5235"/>
    <w:rsid w:val="007C5CEB"/>
    <w:rsid w:val="007D7C01"/>
    <w:rsid w:val="007E1183"/>
    <w:rsid w:val="007E12F8"/>
    <w:rsid w:val="007E13E1"/>
    <w:rsid w:val="007E1BA4"/>
    <w:rsid w:val="007E4FC7"/>
    <w:rsid w:val="007E5D3F"/>
    <w:rsid w:val="007E6D9B"/>
    <w:rsid w:val="007E72CA"/>
    <w:rsid w:val="007F099C"/>
    <w:rsid w:val="007F21DB"/>
    <w:rsid w:val="007F2220"/>
    <w:rsid w:val="007F34FA"/>
    <w:rsid w:val="007F3F11"/>
    <w:rsid w:val="007F4FF7"/>
    <w:rsid w:val="007F52C1"/>
    <w:rsid w:val="007F5364"/>
    <w:rsid w:val="007F69A4"/>
    <w:rsid w:val="007F753F"/>
    <w:rsid w:val="00800F24"/>
    <w:rsid w:val="00802895"/>
    <w:rsid w:val="00804B14"/>
    <w:rsid w:val="00804F39"/>
    <w:rsid w:val="008054BA"/>
    <w:rsid w:val="00805D03"/>
    <w:rsid w:val="008065FC"/>
    <w:rsid w:val="008078C5"/>
    <w:rsid w:val="00810467"/>
    <w:rsid w:val="00810C82"/>
    <w:rsid w:val="00813478"/>
    <w:rsid w:val="00814083"/>
    <w:rsid w:val="00814517"/>
    <w:rsid w:val="008169DD"/>
    <w:rsid w:val="00822234"/>
    <w:rsid w:val="008232FC"/>
    <w:rsid w:val="00826D8E"/>
    <w:rsid w:val="00827BC3"/>
    <w:rsid w:val="00830445"/>
    <w:rsid w:val="008320E1"/>
    <w:rsid w:val="008328A2"/>
    <w:rsid w:val="008372E9"/>
    <w:rsid w:val="0084534E"/>
    <w:rsid w:val="00846B33"/>
    <w:rsid w:val="0084714C"/>
    <w:rsid w:val="00851641"/>
    <w:rsid w:val="008533E3"/>
    <w:rsid w:val="00854FA4"/>
    <w:rsid w:val="008563DF"/>
    <w:rsid w:val="0086123A"/>
    <w:rsid w:val="00861E84"/>
    <w:rsid w:val="0087026F"/>
    <w:rsid w:val="00872499"/>
    <w:rsid w:val="0087489E"/>
    <w:rsid w:val="00875B20"/>
    <w:rsid w:val="00880BA1"/>
    <w:rsid w:val="00882798"/>
    <w:rsid w:val="00885EF3"/>
    <w:rsid w:val="0088736C"/>
    <w:rsid w:val="00887CB3"/>
    <w:rsid w:val="0089048F"/>
    <w:rsid w:val="00891677"/>
    <w:rsid w:val="008931F7"/>
    <w:rsid w:val="00895F12"/>
    <w:rsid w:val="00895F5E"/>
    <w:rsid w:val="008A0D5D"/>
    <w:rsid w:val="008A2D85"/>
    <w:rsid w:val="008A3B21"/>
    <w:rsid w:val="008B0003"/>
    <w:rsid w:val="008B1D32"/>
    <w:rsid w:val="008B451E"/>
    <w:rsid w:val="008B4746"/>
    <w:rsid w:val="008B5B63"/>
    <w:rsid w:val="008C03A0"/>
    <w:rsid w:val="008C15A5"/>
    <w:rsid w:val="008C1D59"/>
    <w:rsid w:val="008C5767"/>
    <w:rsid w:val="008D05EE"/>
    <w:rsid w:val="008D11F5"/>
    <w:rsid w:val="008D309D"/>
    <w:rsid w:val="008D4062"/>
    <w:rsid w:val="008D5C9A"/>
    <w:rsid w:val="008D6469"/>
    <w:rsid w:val="008D6C0E"/>
    <w:rsid w:val="008E38CC"/>
    <w:rsid w:val="008E474B"/>
    <w:rsid w:val="008E6FF5"/>
    <w:rsid w:val="008E726A"/>
    <w:rsid w:val="008E780A"/>
    <w:rsid w:val="008F0D95"/>
    <w:rsid w:val="008F19C3"/>
    <w:rsid w:val="008F38A8"/>
    <w:rsid w:val="008F3A98"/>
    <w:rsid w:val="008F57A7"/>
    <w:rsid w:val="008F6501"/>
    <w:rsid w:val="008F6B0C"/>
    <w:rsid w:val="00903BA4"/>
    <w:rsid w:val="009106A9"/>
    <w:rsid w:val="00912B45"/>
    <w:rsid w:val="009135F9"/>
    <w:rsid w:val="00913DCF"/>
    <w:rsid w:val="00914AD2"/>
    <w:rsid w:val="00916943"/>
    <w:rsid w:val="0091757A"/>
    <w:rsid w:val="00924D5F"/>
    <w:rsid w:val="00927854"/>
    <w:rsid w:val="009302DB"/>
    <w:rsid w:val="009362B8"/>
    <w:rsid w:val="009402FB"/>
    <w:rsid w:val="009416A3"/>
    <w:rsid w:val="00943D61"/>
    <w:rsid w:val="00946F5A"/>
    <w:rsid w:val="0094735C"/>
    <w:rsid w:val="009508B0"/>
    <w:rsid w:val="0095317E"/>
    <w:rsid w:val="00957160"/>
    <w:rsid w:val="00961B83"/>
    <w:rsid w:val="0096313D"/>
    <w:rsid w:val="00965B11"/>
    <w:rsid w:val="009670EB"/>
    <w:rsid w:val="00972115"/>
    <w:rsid w:val="00974475"/>
    <w:rsid w:val="0097503C"/>
    <w:rsid w:val="0097681F"/>
    <w:rsid w:val="009807A6"/>
    <w:rsid w:val="009811D1"/>
    <w:rsid w:val="00981A0D"/>
    <w:rsid w:val="0098283F"/>
    <w:rsid w:val="009828B3"/>
    <w:rsid w:val="00982FFF"/>
    <w:rsid w:val="0098360E"/>
    <w:rsid w:val="009839ED"/>
    <w:rsid w:val="00985999"/>
    <w:rsid w:val="00987A54"/>
    <w:rsid w:val="009901F2"/>
    <w:rsid w:val="00990886"/>
    <w:rsid w:val="00993CE4"/>
    <w:rsid w:val="00993D11"/>
    <w:rsid w:val="00995191"/>
    <w:rsid w:val="009A095C"/>
    <w:rsid w:val="009A6DED"/>
    <w:rsid w:val="009A789D"/>
    <w:rsid w:val="009B2724"/>
    <w:rsid w:val="009C5081"/>
    <w:rsid w:val="009D07C1"/>
    <w:rsid w:val="009D1D37"/>
    <w:rsid w:val="009D4C43"/>
    <w:rsid w:val="009D531A"/>
    <w:rsid w:val="009E045A"/>
    <w:rsid w:val="009E2164"/>
    <w:rsid w:val="009E2235"/>
    <w:rsid w:val="009E2497"/>
    <w:rsid w:val="009E33F7"/>
    <w:rsid w:val="009E4079"/>
    <w:rsid w:val="009E4938"/>
    <w:rsid w:val="009E4A87"/>
    <w:rsid w:val="009E6FD4"/>
    <w:rsid w:val="009E7ECD"/>
    <w:rsid w:val="009E7F14"/>
    <w:rsid w:val="009F1382"/>
    <w:rsid w:val="009F1608"/>
    <w:rsid w:val="009F31FA"/>
    <w:rsid w:val="009F35D3"/>
    <w:rsid w:val="009F36B5"/>
    <w:rsid w:val="009F4E06"/>
    <w:rsid w:val="009F7752"/>
    <w:rsid w:val="009F7F1F"/>
    <w:rsid w:val="00A02917"/>
    <w:rsid w:val="00A02A43"/>
    <w:rsid w:val="00A044C4"/>
    <w:rsid w:val="00A101AA"/>
    <w:rsid w:val="00A10347"/>
    <w:rsid w:val="00A1054A"/>
    <w:rsid w:val="00A105C7"/>
    <w:rsid w:val="00A113D1"/>
    <w:rsid w:val="00A12A23"/>
    <w:rsid w:val="00A1383F"/>
    <w:rsid w:val="00A147FE"/>
    <w:rsid w:val="00A14F24"/>
    <w:rsid w:val="00A17D2F"/>
    <w:rsid w:val="00A203D4"/>
    <w:rsid w:val="00A21453"/>
    <w:rsid w:val="00A21913"/>
    <w:rsid w:val="00A22AD6"/>
    <w:rsid w:val="00A239B5"/>
    <w:rsid w:val="00A249B9"/>
    <w:rsid w:val="00A25666"/>
    <w:rsid w:val="00A266CC"/>
    <w:rsid w:val="00A2785E"/>
    <w:rsid w:val="00A301FE"/>
    <w:rsid w:val="00A34A68"/>
    <w:rsid w:val="00A34DC8"/>
    <w:rsid w:val="00A34E0E"/>
    <w:rsid w:val="00A36865"/>
    <w:rsid w:val="00A43D94"/>
    <w:rsid w:val="00A47804"/>
    <w:rsid w:val="00A50A9F"/>
    <w:rsid w:val="00A5348D"/>
    <w:rsid w:val="00A54B18"/>
    <w:rsid w:val="00A54B99"/>
    <w:rsid w:val="00A5620A"/>
    <w:rsid w:val="00A571FF"/>
    <w:rsid w:val="00A576DC"/>
    <w:rsid w:val="00A6061C"/>
    <w:rsid w:val="00A60DEC"/>
    <w:rsid w:val="00A6236C"/>
    <w:rsid w:val="00A640A7"/>
    <w:rsid w:val="00A64BA2"/>
    <w:rsid w:val="00A7007E"/>
    <w:rsid w:val="00A72C46"/>
    <w:rsid w:val="00A7589A"/>
    <w:rsid w:val="00A77825"/>
    <w:rsid w:val="00A77FC1"/>
    <w:rsid w:val="00A8043A"/>
    <w:rsid w:val="00A80EE0"/>
    <w:rsid w:val="00A83681"/>
    <w:rsid w:val="00A855C9"/>
    <w:rsid w:val="00A85DD8"/>
    <w:rsid w:val="00A91968"/>
    <w:rsid w:val="00A959A8"/>
    <w:rsid w:val="00A95B67"/>
    <w:rsid w:val="00A96C30"/>
    <w:rsid w:val="00A97A1E"/>
    <w:rsid w:val="00AA0EF7"/>
    <w:rsid w:val="00AA1359"/>
    <w:rsid w:val="00AA615A"/>
    <w:rsid w:val="00AA638D"/>
    <w:rsid w:val="00AB06CF"/>
    <w:rsid w:val="00AB06D4"/>
    <w:rsid w:val="00AB1C5B"/>
    <w:rsid w:val="00AB2FF6"/>
    <w:rsid w:val="00AB553B"/>
    <w:rsid w:val="00AB5EA2"/>
    <w:rsid w:val="00AC0249"/>
    <w:rsid w:val="00AC10C7"/>
    <w:rsid w:val="00AC23B3"/>
    <w:rsid w:val="00AC38A4"/>
    <w:rsid w:val="00AC5E53"/>
    <w:rsid w:val="00AC6D7B"/>
    <w:rsid w:val="00AD0F24"/>
    <w:rsid w:val="00AD15FF"/>
    <w:rsid w:val="00AD338B"/>
    <w:rsid w:val="00AD3481"/>
    <w:rsid w:val="00AD3A3F"/>
    <w:rsid w:val="00AD3C69"/>
    <w:rsid w:val="00AD565D"/>
    <w:rsid w:val="00AD733B"/>
    <w:rsid w:val="00AD741F"/>
    <w:rsid w:val="00AD763B"/>
    <w:rsid w:val="00AD76F0"/>
    <w:rsid w:val="00AE512C"/>
    <w:rsid w:val="00AE5F14"/>
    <w:rsid w:val="00AE6C63"/>
    <w:rsid w:val="00AE744C"/>
    <w:rsid w:val="00AE78C4"/>
    <w:rsid w:val="00AE7BF1"/>
    <w:rsid w:val="00AF0888"/>
    <w:rsid w:val="00AF2D2B"/>
    <w:rsid w:val="00AF371B"/>
    <w:rsid w:val="00B0103C"/>
    <w:rsid w:val="00B01361"/>
    <w:rsid w:val="00B053D5"/>
    <w:rsid w:val="00B058FA"/>
    <w:rsid w:val="00B05B46"/>
    <w:rsid w:val="00B070B6"/>
    <w:rsid w:val="00B075E2"/>
    <w:rsid w:val="00B104D4"/>
    <w:rsid w:val="00B10EC7"/>
    <w:rsid w:val="00B153E7"/>
    <w:rsid w:val="00B16BBB"/>
    <w:rsid w:val="00B203D5"/>
    <w:rsid w:val="00B20579"/>
    <w:rsid w:val="00B239A2"/>
    <w:rsid w:val="00B278B2"/>
    <w:rsid w:val="00B32327"/>
    <w:rsid w:val="00B40C9A"/>
    <w:rsid w:val="00B41A4A"/>
    <w:rsid w:val="00B43929"/>
    <w:rsid w:val="00B4524A"/>
    <w:rsid w:val="00B45889"/>
    <w:rsid w:val="00B46440"/>
    <w:rsid w:val="00B5121B"/>
    <w:rsid w:val="00B514D1"/>
    <w:rsid w:val="00B519F8"/>
    <w:rsid w:val="00B53044"/>
    <w:rsid w:val="00B535C5"/>
    <w:rsid w:val="00B53897"/>
    <w:rsid w:val="00B54183"/>
    <w:rsid w:val="00B54556"/>
    <w:rsid w:val="00B548AE"/>
    <w:rsid w:val="00B55590"/>
    <w:rsid w:val="00B5559E"/>
    <w:rsid w:val="00B569C5"/>
    <w:rsid w:val="00B56EDD"/>
    <w:rsid w:val="00B57A4E"/>
    <w:rsid w:val="00B632E4"/>
    <w:rsid w:val="00B637D5"/>
    <w:rsid w:val="00B64833"/>
    <w:rsid w:val="00B65475"/>
    <w:rsid w:val="00B7110D"/>
    <w:rsid w:val="00B71773"/>
    <w:rsid w:val="00B71FD2"/>
    <w:rsid w:val="00B7470E"/>
    <w:rsid w:val="00B80465"/>
    <w:rsid w:val="00B8179F"/>
    <w:rsid w:val="00B82AE1"/>
    <w:rsid w:val="00B836FC"/>
    <w:rsid w:val="00B90659"/>
    <w:rsid w:val="00B906D1"/>
    <w:rsid w:val="00B9154E"/>
    <w:rsid w:val="00B91800"/>
    <w:rsid w:val="00B9399F"/>
    <w:rsid w:val="00B94CD9"/>
    <w:rsid w:val="00B96108"/>
    <w:rsid w:val="00B9794B"/>
    <w:rsid w:val="00BA0815"/>
    <w:rsid w:val="00BA188B"/>
    <w:rsid w:val="00BA2F6F"/>
    <w:rsid w:val="00BB0C2D"/>
    <w:rsid w:val="00BB4A7E"/>
    <w:rsid w:val="00BB55CC"/>
    <w:rsid w:val="00BB59DF"/>
    <w:rsid w:val="00BB633A"/>
    <w:rsid w:val="00BC0ACC"/>
    <w:rsid w:val="00BC17BD"/>
    <w:rsid w:val="00BC4EF3"/>
    <w:rsid w:val="00BC7ED8"/>
    <w:rsid w:val="00BD04E4"/>
    <w:rsid w:val="00BD0BBB"/>
    <w:rsid w:val="00BD0E7C"/>
    <w:rsid w:val="00BD250E"/>
    <w:rsid w:val="00BD3155"/>
    <w:rsid w:val="00BD6B89"/>
    <w:rsid w:val="00BD7425"/>
    <w:rsid w:val="00BD77EA"/>
    <w:rsid w:val="00BE16A7"/>
    <w:rsid w:val="00BE25A9"/>
    <w:rsid w:val="00BE2C93"/>
    <w:rsid w:val="00BE71DC"/>
    <w:rsid w:val="00BF040E"/>
    <w:rsid w:val="00BF1193"/>
    <w:rsid w:val="00BF1F4F"/>
    <w:rsid w:val="00BF1F7E"/>
    <w:rsid w:val="00BF2228"/>
    <w:rsid w:val="00BF2A87"/>
    <w:rsid w:val="00BF5716"/>
    <w:rsid w:val="00C02439"/>
    <w:rsid w:val="00C0398F"/>
    <w:rsid w:val="00C048CF"/>
    <w:rsid w:val="00C063E2"/>
    <w:rsid w:val="00C11AF4"/>
    <w:rsid w:val="00C11B08"/>
    <w:rsid w:val="00C136E3"/>
    <w:rsid w:val="00C16228"/>
    <w:rsid w:val="00C22CF0"/>
    <w:rsid w:val="00C22F4C"/>
    <w:rsid w:val="00C2315B"/>
    <w:rsid w:val="00C2343C"/>
    <w:rsid w:val="00C244D5"/>
    <w:rsid w:val="00C25011"/>
    <w:rsid w:val="00C25DA2"/>
    <w:rsid w:val="00C25E93"/>
    <w:rsid w:val="00C267C0"/>
    <w:rsid w:val="00C26B90"/>
    <w:rsid w:val="00C30C0A"/>
    <w:rsid w:val="00C37985"/>
    <w:rsid w:val="00C4296C"/>
    <w:rsid w:val="00C43183"/>
    <w:rsid w:val="00C44394"/>
    <w:rsid w:val="00C4439C"/>
    <w:rsid w:val="00C44FF6"/>
    <w:rsid w:val="00C453CD"/>
    <w:rsid w:val="00C608D9"/>
    <w:rsid w:val="00C61F21"/>
    <w:rsid w:val="00C62E7B"/>
    <w:rsid w:val="00C64B95"/>
    <w:rsid w:val="00C718B2"/>
    <w:rsid w:val="00C733A0"/>
    <w:rsid w:val="00C74405"/>
    <w:rsid w:val="00C746C3"/>
    <w:rsid w:val="00C803E7"/>
    <w:rsid w:val="00C82CBA"/>
    <w:rsid w:val="00C83D7D"/>
    <w:rsid w:val="00C844E5"/>
    <w:rsid w:val="00C8542E"/>
    <w:rsid w:val="00C86668"/>
    <w:rsid w:val="00C92326"/>
    <w:rsid w:val="00C94666"/>
    <w:rsid w:val="00C972D0"/>
    <w:rsid w:val="00CA0519"/>
    <w:rsid w:val="00CA2086"/>
    <w:rsid w:val="00CA3E72"/>
    <w:rsid w:val="00CA57E6"/>
    <w:rsid w:val="00CB3378"/>
    <w:rsid w:val="00CB66FC"/>
    <w:rsid w:val="00CB68AA"/>
    <w:rsid w:val="00CB6E09"/>
    <w:rsid w:val="00CB7969"/>
    <w:rsid w:val="00CC30E5"/>
    <w:rsid w:val="00CC335F"/>
    <w:rsid w:val="00CC5C64"/>
    <w:rsid w:val="00CC774F"/>
    <w:rsid w:val="00CC7C2F"/>
    <w:rsid w:val="00CD3A66"/>
    <w:rsid w:val="00CD41A5"/>
    <w:rsid w:val="00CD5F31"/>
    <w:rsid w:val="00CD61D5"/>
    <w:rsid w:val="00CD62A5"/>
    <w:rsid w:val="00CD7158"/>
    <w:rsid w:val="00CE43A2"/>
    <w:rsid w:val="00CE66F3"/>
    <w:rsid w:val="00CE6E3F"/>
    <w:rsid w:val="00CE7192"/>
    <w:rsid w:val="00CF0A6C"/>
    <w:rsid w:val="00CF1B9C"/>
    <w:rsid w:val="00CF1F3D"/>
    <w:rsid w:val="00CF2DD3"/>
    <w:rsid w:val="00CF3056"/>
    <w:rsid w:val="00CF4AAD"/>
    <w:rsid w:val="00CF74BC"/>
    <w:rsid w:val="00CF75AF"/>
    <w:rsid w:val="00D026D6"/>
    <w:rsid w:val="00D030A7"/>
    <w:rsid w:val="00D06C98"/>
    <w:rsid w:val="00D1178B"/>
    <w:rsid w:val="00D12402"/>
    <w:rsid w:val="00D140C0"/>
    <w:rsid w:val="00D14BD6"/>
    <w:rsid w:val="00D14CA5"/>
    <w:rsid w:val="00D15478"/>
    <w:rsid w:val="00D20131"/>
    <w:rsid w:val="00D20567"/>
    <w:rsid w:val="00D2096F"/>
    <w:rsid w:val="00D21421"/>
    <w:rsid w:val="00D244C3"/>
    <w:rsid w:val="00D26A11"/>
    <w:rsid w:val="00D27391"/>
    <w:rsid w:val="00D27921"/>
    <w:rsid w:val="00D329CE"/>
    <w:rsid w:val="00D32FC2"/>
    <w:rsid w:val="00D35049"/>
    <w:rsid w:val="00D356E3"/>
    <w:rsid w:val="00D374F0"/>
    <w:rsid w:val="00D4374F"/>
    <w:rsid w:val="00D4530C"/>
    <w:rsid w:val="00D45599"/>
    <w:rsid w:val="00D47AE5"/>
    <w:rsid w:val="00D506C0"/>
    <w:rsid w:val="00D52B26"/>
    <w:rsid w:val="00D52FCC"/>
    <w:rsid w:val="00D5473B"/>
    <w:rsid w:val="00D54A17"/>
    <w:rsid w:val="00D56A97"/>
    <w:rsid w:val="00D603CF"/>
    <w:rsid w:val="00D6046E"/>
    <w:rsid w:val="00D60AC8"/>
    <w:rsid w:val="00D6181C"/>
    <w:rsid w:val="00D61BA1"/>
    <w:rsid w:val="00D63677"/>
    <w:rsid w:val="00D66AE2"/>
    <w:rsid w:val="00D67AB8"/>
    <w:rsid w:val="00D67E1E"/>
    <w:rsid w:val="00D70D82"/>
    <w:rsid w:val="00D741CE"/>
    <w:rsid w:val="00D752DE"/>
    <w:rsid w:val="00D776FD"/>
    <w:rsid w:val="00D8343E"/>
    <w:rsid w:val="00D837FD"/>
    <w:rsid w:val="00D87C36"/>
    <w:rsid w:val="00D91B7C"/>
    <w:rsid w:val="00D92051"/>
    <w:rsid w:val="00D9230A"/>
    <w:rsid w:val="00D92846"/>
    <w:rsid w:val="00D93396"/>
    <w:rsid w:val="00D95379"/>
    <w:rsid w:val="00D95ABF"/>
    <w:rsid w:val="00D95B4D"/>
    <w:rsid w:val="00D96E25"/>
    <w:rsid w:val="00DA0173"/>
    <w:rsid w:val="00DA20A1"/>
    <w:rsid w:val="00DA3D7A"/>
    <w:rsid w:val="00DA456F"/>
    <w:rsid w:val="00DA5226"/>
    <w:rsid w:val="00DA551E"/>
    <w:rsid w:val="00DA5FB6"/>
    <w:rsid w:val="00DA75DA"/>
    <w:rsid w:val="00DB1E5E"/>
    <w:rsid w:val="00DB2406"/>
    <w:rsid w:val="00DB3A77"/>
    <w:rsid w:val="00DB6BC3"/>
    <w:rsid w:val="00DC07DB"/>
    <w:rsid w:val="00DC080F"/>
    <w:rsid w:val="00DC375E"/>
    <w:rsid w:val="00DC4208"/>
    <w:rsid w:val="00DC4D76"/>
    <w:rsid w:val="00DC4D9F"/>
    <w:rsid w:val="00DC5110"/>
    <w:rsid w:val="00DC5E7B"/>
    <w:rsid w:val="00DC664A"/>
    <w:rsid w:val="00DC7534"/>
    <w:rsid w:val="00DD211F"/>
    <w:rsid w:val="00DD254B"/>
    <w:rsid w:val="00DD2AE9"/>
    <w:rsid w:val="00DD4E46"/>
    <w:rsid w:val="00DD75B1"/>
    <w:rsid w:val="00DE05FE"/>
    <w:rsid w:val="00DE08FB"/>
    <w:rsid w:val="00DE33B7"/>
    <w:rsid w:val="00DE6829"/>
    <w:rsid w:val="00DF1796"/>
    <w:rsid w:val="00DF181C"/>
    <w:rsid w:val="00DF4F58"/>
    <w:rsid w:val="00DF5156"/>
    <w:rsid w:val="00DF7B6B"/>
    <w:rsid w:val="00E01B4F"/>
    <w:rsid w:val="00E02542"/>
    <w:rsid w:val="00E04745"/>
    <w:rsid w:val="00E04C42"/>
    <w:rsid w:val="00E062B8"/>
    <w:rsid w:val="00E07D92"/>
    <w:rsid w:val="00E10F81"/>
    <w:rsid w:val="00E1319A"/>
    <w:rsid w:val="00E145CF"/>
    <w:rsid w:val="00E16D33"/>
    <w:rsid w:val="00E2056D"/>
    <w:rsid w:val="00E20679"/>
    <w:rsid w:val="00E215E1"/>
    <w:rsid w:val="00E21F20"/>
    <w:rsid w:val="00E228BC"/>
    <w:rsid w:val="00E24112"/>
    <w:rsid w:val="00E24B24"/>
    <w:rsid w:val="00E27289"/>
    <w:rsid w:val="00E30C5E"/>
    <w:rsid w:val="00E310E4"/>
    <w:rsid w:val="00E35F39"/>
    <w:rsid w:val="00E37124"/>
    <w:rsid w:val="00E372EB"/>
    <w:rsid w:val="00E400A6"/>
    <w:rsid w:val="00E40125"/>
    <w:rsid w:val="00E419C4"/>
    <w:rsid w:val="00E43EE6"/>
    <w:rsid w:val="00E44CC7"/>
    <w:rsid w:val="00E457C7"/>
    <w:rsid w:val="00E4664C"/>
    <w:rsid w:val="00E46875"/>
    <w:rsid w:val="00E50BEB"/>
    <w:rsid w:val="00E5195C"/>
    <w:rsid w:val="00E51BFA"/>
    <w:rsid w:val="00E54965"/>
    <w:rsid w:val="00E56D98"/>
    <w:rsid w:val="00E60485"/>
    <w:rsid w:val="00E60A3E"/>
    <w:rsid w:val="00E60A94"/>
    <w:rsid w:val="00E62BD8"/>
    <w:rsid w:val="00E6561E"/>
    <w:rsid w:val="00E664F6"/>
    <w:rsid w:val="00E67955"/>
    <w:rsid w:val="00E721AB"/>
    <w:rsid w:val="00E74103"/>
    <w:rsid w:val="00E75975"/>
    <w:rsid w:val="00E76E5A"/>
    <w:rsid w:val="00E77A00"/>
    <w:rsid w:val="00E77F18"/>
    <w:rsid w:val="00E80DA2"/>
    <w:rsid w:val="00E8109C"/>
    <w:rsid w:val="00E84778"/>
    <w:rsid w:val="00E85815"/>
    <w:rsid w:val="00E86388"/>
    <w:rsid w:val="00E86DCC"/>
    <w:rsid w:val="00E92C03"/>
    <w:rsid w:val="00E92C4D"/>
    <w:rsid w:val="00E947CE"/>
    <w:rsid w:val="00E95F6E"/>
    <w:rsid w:val="00E97438"/>
    <w:rsid w:val="00EA16C1"/>
    <w:rsid w:val="00EA2779"/>
    <w:rsid w:val="00EA3856"/>
    <w:rsid w:val="00EA4E3B"/>
    <w:rsid w:val="00EA589E"/>
    <w:rsid w:val="00EA6CE8"/>
    <w:rsid w:val="00EB06FA"/>
    <w:rsid w:val="00EB2A5E"/>
    <w:rsid w:val="00EB3CF7"/>
    <w:rsid w:val="00EB5466"/>
    <w:rsid w:val="00EB6FB0"/>
    <w:rsid w:val="00EB7015"/>
    <w:rsid w:val="00EB7FE1"/>
    <w:rsid w:val="00EC1BC7"/>
    <w:rsid w:val="00EC2284"/>
    <w:rsid w:val="00EC2948"/>
    <w:rsid w:val="00EC301C"/>
    <w:rsid w:val="00EC4706"/>
    <w:rsid w:val="00EC4ADF"/>
    <w:rsid w:val="00EC5C1C"/>
    <w:rsid w:val="00EC7B62"/>
    <w:rsid w:val="00EC7F65"/>
    <w:rsid w:val="00ED04E0"/>
    <w:rsid w:val="00ED34D7"/>
    <w:rsid w:val="00ED39F5"/>
    <w:rsid w:val="00ED3F78"/>
    <w:rsid w:val="00ED7F79"/>
    <w:rsid w:val="00EE22A8"/>
    <w:rsid w:val="00EE3A18"/>
    <w:rsid w:val="00EE3FB1"/>
    <w:rsid w:val="00EE4EB1"/>
    <w:rsid w:val="00EE5800"/>
    <w:rsid w:val="00EE7A1E"/>
    <w:rsid w:val="00EF1D18"/>
    <w:rsid w:val="00EF3221"/>
    <w:rsid w:val="00EF4571"/>
    <w:rsid w:val="00EF4B63"/>
    <w:rsid w:val="00EF5E0E"/>
    <w:rsid w:val="00EF6F0D"/>
    <w:rsid w:val="00EF7ACC"/>
    <w:rsid w:val="00F033F9"/>
    <w:rsid w:val="00F03679"/>
    <w:rsid w:val="00F06609"/>
    <w:rsid w:val="00F073F2"/>
    <w:rsid w:val="00F0767C"/>
    <w:rsid w:val="00F149BE"/>
    <w:rsid w:val="00F15579"/>
    <w:rsid w:val="00F1573B"/>
    <w:rsid w:val="00F15EE3"/>
    <w:rsid w:val="00F16593"/>
    <w:rsid w:val="00F168BA"/>
    <w:rsid w:val="00F20499"/>
    <w:rsid w:val="00F22494"/>
    <w:rsid w:val="00F22E94"/>
    <w:rsid w:val="00F249A2"/>
    <w:rsid w:val="00F2510F"/>
    <w:rsid w:val="00F30538"/>
    <w:rsid w:val="00F317D1"/>
    <w:rsid w:val="00F34BF6"/>
    <w:rsid w:val="00F36218"/>
    <w:rsid w:val="00F41C06"/>
    <w:rsid w:val="00F46A1D"/>
    <w:rsid w:val="00F46A47"/>
    <w:rsid w:val="00F46DC5"/>
    <w:rsid w:val="00F51171"/>
    <w:rsid w:val="00F51A61"/>
    <w:rsid w:val="00F52EFF"/>
    <w:rsid w:val="00F53297"/>
    <w:rsid w:val="00F5482F"/>
    <w:rsid w:val="00F63867"/>
    <w:rsid w:val="00F652D5"/>
    <w:rsid w:val="00F65501"/>
    <w:rsid w:val="00F66437"/>
    <w:rsid w:val="00F66EE3"/>
    <w:rsid w:val="00F67AB7"/>
    <w:rsid w:val="00F67C9C"/>
    <w:rsid w:val="00F70393"/>
    <w:rsid w:val="00F724D9"/>
    <w:rsid w:val="00F74872"/>
    <w:rsid w:val="00F74CAD"/>
    <w:rsid w:val="00F756B3"/>
    <w:rsid w:val="00F76C89"/>
    <w:rsid w:val="00F776B1"/>
    <w:rsid w:val="00F77779"/>
    <w:rsid w:val="00F779A1"/>
    <w:rsid w:val="00F77D76"/>
    <w:rsid w:val="00F82B20"/>
    <w:rsid w:val="00F82EED"/>
    <w:rsid w:val="00F900F5"/>
    <w:rsid w:val="00F9022D"/>
    <w:rsid w:val="00F935AF"/>
    <w:rsid w:val="00F93E6F"/>
    <w:rsid w:val="00F9513C"/>
    <w:rsid w:val="00F96B9F"/>
    <w:rsid w:val="00F96DFF"/>
    <w:rsid w:val="00FA129E"/>
    <w:rsid w:val="00FA1954"/>
    <w:rsid w:val="00FA35D9"/>
    <w:rsid w:val="00FA60F5"/>
    <w:rsid w:val="00FA79A0"/>
    <w:rsid w:val="00FB0103"/>
    <w:rsid w:val="00FB0E21"/>
    <w:rsid w:val="00FB33B7"/>
    <w:rsid w:val="00FB3EA6"/>
    <w:rsid w:val="00FB42F7"/>
    <w:rsid w:val="00FB4950"/>
    <w:rsid w:val="00FB7473"/>
    <w:rsid w:val="00FB7DF2"/>
    <w:rsid w:val="00FB7FBF"/>
    <w:rsid w:val="00FC115C"/>
    <w:rsid w:val="00FC2992"/>
    <w:rsid w:val="00FC32C2"/>
    <w:rsid w:val="00FC4463"/>
    <w:rsid w:val="00FC7A18"/>
    <w:rsid w:val="00FD3055"/>
    <w:rsid w:val="00FD431A"/>
    <w:rsid w:val="00FD4B05"/>
    <w:rsid w:val="00FD5F84"/>
    <w:rsid w:val="00FD61AA"/>
    <w:rsid w:val="00FE26EF"/>
    <w:rsid w:val="00FE27C8"/>
    <w:rsid w:val="00FE2F9D"/>
    <w:rsid w:val="00FE39D3"/>
    <w:rsid w:val="00FE3B4C"/>
    <w:rsid w:val="00FE3EEA"/>
    <w:rsid w:val="00FF1ED2"/>
    <w:rsid w:val="00FF1F3E"/>
    <w:rsid w:val="00FF3051"/>
    <w:rsid w:val="00FF4CDE"/>
    <w:rsid w:val="00FF66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9D291A1"/>
  <w15:docId w15:val="{17C883DB-9281-414A-81EA-F2662015B8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415C6"/>
    <w:rPr>
      <w:rFonts w:ascii="ADScalaSans-Romein" w:hAnsi="ADScalaSans-Romein"/>
      <w:spacing w:val="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EE6A22"/>
    <w:pPr>
      <w:outlineLvl w:val="0"/>
    </w:pPr>
    <w:rPr>
      <w:rFonts w:ascii="Arial" w:eastAsia="Calibri" w:hAnsi="Arial"/>
      <w:b/>
      <w:spacing w:val="0"/>
      <w:szCs w:val="20"/>
      <w:lang w:val="en-Z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C415C6"/>
    <w:pPr>
      <w:tabs>
        <w:tab w:val="center" w:pos="4320"/>
        <w:tab w:val="right" w:pos="8640"/>
      </w:tabs>
    </w:pPr>
    <w:rPr>
      <w:rFonts w:ascii="ADScalaSansCaps-Bold" w:hAnsi="ADScalaSansCaps-Bold"/>
      <w:b/>
      <w:spacing w:val="12"/>
      <w:sz w:val="40"/>
    </w:rPr>
  </w:style>
  <w:style w:type="paragraph" w:styleId="Footer">
    <w:name w:val="footer"/>
    <w:basedOn w:val="Normal"/>
    <w:link w:val="FooterChar"/>
    <w:uiPriority w:val="99"/>
    <w:rsid w:val="00C415C6"/>
    <w:pPr>
      <w:tabs>
        <w:tab w:val="center" w:pos="4320"/>
        <w:tab w:val="right" w:pos="8640"/>
      </w:tabs>
    </w:pPr>
    <w:rPr>
      <w:spacing w:val="0"/>
      <w:sz w:val="16"/>
    </w:rPr>
  </w:style>
  <w:style w:type="paragraph" w:customStyle="1" w:styleId="Tables6pt">
    <w:name w:val="Tables 6pt"/>
    <w:basedOn w:val="Tables8pt"/>
    <w:rsid w:val="00C415C6"/>
    <w:rPr>
      <w:sz w:val="12"/>
    </w:rPr>
  </w:style>
  <w:style w:type="paragraph" w:customStyle="1" w:styleId="Tables8pt">
    <w:name w:val="Tables 8pt"/>
    <w:basedOn w:val="Footer"/>
    <w:rsid w:val="00C415C6"/>
  </w:style>
  <w:style w:type="paragraph" w:customStyle="1" w:styleId="Subheading">
    <w:name w:val="Sub heading"/>
    <w:basedOn w:val="Normal"/>
    <w:rsid w:val="00C415C6"/>
    <w:rPr>
      <w:sz w:val="24"/>
    </w:rPr>
  </w:style>
  <w:style w:type="paragraph" w:customStyle="1" w:styleId="footer22">
    <w:name w:val="footer 22"/>
    <w:basedOn w:val="Footer"/>
    <w:rsid w:val="005518BC"/>
    <w:pPr>
      <w:spacing w:before="60"/>
    </w:pPr>
    <w:rPr>
      <w:rFonts w:ascii="ADScalaSansCaps-Romein" w:hAnsi="ADScalaSansCaps-Romein"/>
      <w:sz w:val="44"/>
      <w:szCs w:val="44"/>
    </w:rPr>
  </w:style>
  <w:style w:type="paragraph" w:customStyle="1" w:styleId="Footeraddress">
    <w:name w:val="Footer address"/>
    <w:basedOn w:val="Footer"/>
    <w:rsid w:val="0006765B"/>
    <w:pPr>
      <w:spacing w:line="200" w:lineRule="exact"/>
    </w:pPr>
    <w:rPr>
      <w:szCs w:val="16"/>
    </w:rPr>
  </w:style>
  <w:style w:type="paragraph" w:customStyle="1" w:styleId="FooterCities">
    <w:name w:val="Footer Cities"/>
    <w:basedOn w:val="Footer"/>
    <w:rsid w:val="004D519F"/>
    <w:pPr>
      <w:spacing w:before="120"/>
    </w:pPr>
    <w:rPr>
      <w:rFonts w:ascii="ADScalaSansCaps-Romein" w:hAnsi="ADScalaSansCaps-Romein"/>
      <w:szCs w:val="16"/>
    </w:rPr>
  </w:style>
  <w:style w:type="paragraph" w:customStyle="1" w:styleId="BasicParagraph">
    <w:name w:val="[Basic Paragraph]"/>
    <w:basedOn w:val="Normal"/>
    <w:rsid w:val="00AA3467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/>
      <w:color w:val="000000"/>
      <w:spacing w:val="0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36A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36AC"/>
    <w:rPr>
      <w:rFonts w:ascii="Tahoma" w:hAnsi="Tahoma" w:cs="Tahoma"/>
      <w:spacing w:val="4"/>
      <w:sz w:val="16"/>
      <w:szCs w:val="16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086EF2"/>
    <w:rPr>
      <w:rFonts w:ascii="ADScalaSans-Romein" w:hAnsi="ADScalaSans-Romein"/>
      <w:sz w:val="16"/>
      <w:szCs w:val="24"/>
      <w:lang w:val="en-US"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EE6A22"/>
    <w:rPr>
      <w:rFonts w:ascii="Arial" w:eastAsia="Calibri" w:hAnsi="Arial"/>
      <w:b/>
      <w:lang w:eastAsia="en-US"/>
    </w:rPr>
  </w:style>
  <w:style w:type="paragraph" w:styleId="ListParagraph">
    <w:name w:val="List Paragraph"/>
    <w:aliases w:val="Indent Normal,Paragraph"/>
    <w:basedOn w:val="Normal"/>
    <w:link w:val="ListParagraphChar"/>
    <w:uiPriority w:val="34"/>
    <w:qFormat/>
    <w:rsid w:val="005C173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535E0"/>
    <w:rPr>
      <w:color w:val="0000FF" w:themeColor="hyperlink"/>
      <w:u w:val="single"/>
    </w:rPr>
  </w:style>
  <w:style w:type="paragraph" w:customStyle="1" w:styleId="Default">
    <w:name w:val="Default"/>
    <w:uiPriority w:val="99"/>
    <w:rsid w:val="0026746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ZA"/>
    </w:rPr>
  </w:style>
  <w:style w:type="paragraph" w:customStyle="1" w:styleId="wordsection1">
    <w:name w:val="wordsection1"/>
    <w:basedOn w:val="Normal"/>
    <w:uiPriority w:val="99"/>
    <w:rsid w:val="00C844E5"/>
    <w:pPr>
      <w:spacing w:before="100" w:beforeAutospacing="1" w:after="100" w:afterAutospacing="1"/>
    </w:pPr>
    <w:rPr>
      <w:rFonts w:ascii="Calibri" w:eastAsiaTheme="minorHAnsi" w:hAnsi="Calibri" w:cs="Calibri"/>
      <w:spacing w:val="0"/>
      <w:sz w:val="22"/>
      <w:szCs w:val="22"/>
      <w:lang w:val="en-ZA" w:eastAsia="en-ZA"/>
    </w:rPr>
  </w:style>
  <w:style w:type="character" w:styleId="UnresolvedMention">
    <w:name w:val="Unresolved Mention"/>
    <w:basedOn w:val="DefaultParagraphFont"/>
    <w:uiPriority w:val="99"/>
    <w:semiHidden/>
    <w:unhideWhenUsed/>
    <w:rsid w:val="00C844E5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5426E7"/>
    <w:rPr>
      <w:color w:val="800080" w:themeColor="followedHyperlink"/>
      <w:u w:val="single"/>
    </w:rPr>
  </w:style>
  <w:style w:type="character" w:customStyle="1" w:styleId="ListParagraphChar">
    <w:name w:val="List Paragraph Char"/>
    <w:aliases w:val="Indent Normal Char,Paragraph Char"/>
    <w:link w:val="ListParagraph"/>
    <w:uiPriority w:val="34"/>
    <w:rsid w:val="000F5DB9"/>
    <w:rPr>
      <w:rFonts w:ascii="ADScalaSans-Romein" w:hAnsi="ADScalaSans-Romein"/>
      <w:spacing w:val="4"/>
      <w:szCs w:val="24"/>
    </w:rPr>
  </w:style>
  <w:style w:type="paragraph" w:styleId="NormalWeb">
    <w:name w:val="Normal (Web)"/>
    <w:basedOn w:val="Normal"/>
    <w:uiPriority w:val="99"/>
    <w:semiHidden/>
    <w:unhideWhenUsed/>
    <w:rsid w:val="0098283F"/>
    <w:pPr>
      <w:spacing w:before="100" w:beforeAutospacing="1" w:after="100" w:afterAutospacing="1"/>
    </w:pPr>
    <w:rPr>
      <w:rFonts w:ascii="Calibri" w:eastAsiaTheme="minorHAnsi" w:hAnsi="Calibri" w:cs="Calibri"/>
      <w:spacing w:val="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450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65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46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8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1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63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05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02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8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80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8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5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73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65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26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dgf.login.em3.oraclecloud.com" TargetMode="External"/><Relationship Id="rId13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yperlink" Target="mailto:nlmajoe@uj.ac.za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mailto:nlmajoe@uj.ac.z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uj.ac.za/support-services/suppliers/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hanniep\Local%20Settings\Temporary%20Internet%20Files\Content.Outlook\ME91KFPZ\UJ_Letterhead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UJ_Letterhead</Template>
  <TotalTime>42</TotalTime>
  <Pages>1</Pages>
  <Words>307</Words>
  <Characters>1750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¬MEDIA RELEASE</vt:lpstr>
    </vt:vector>
  </TitlesOfParts>
  <Company>HKLM Digital</Company>
  <LinksUpToDate>false</LinksUpToDate>
  <CharactersWithSpaces>2053</CharactersWithSpaces>
  <SharedDoc>false</SharedDoc>
  <HLinks>
    <vt:vector size="12" baseType="variant">
      <vt:variant>
        <vt:i4>5242956</vt:i4>
      </vt:variant>
      <vt:variant>
        <vt:i4>2236</vt:i4>
      </vt:variant>
      <vt:variant>
        <vt:i4>1026</vt:i4>
      </vt:variant>
      <vt:variant>
        <vt:i4>1</vt:i4>
      </vt:variant>
      <vt:variant>
        <vt:lpwstr>UJ_Logo_Colour</vt:lpwstr>
      </vt:variant>
      <vt:variant>
        <vt:lpwstr/>
      </vt:variant>
      <vt:variant>
        <vt:i4>3735595</vt:i4>
      </vt:variant>
      <vt:variant>
        <vt:i4>2241</vt:i4>
      </vt:variant>
      <vt:variant>
        <vt:i4>1025</vt:i4>
      </vt:variant>
      <vt:variant>
        <vt:i4>1</vt:i4>
      </vt:variant>
      <vt:variant>
        <vt:lpwstr>UJ_Footer_Colour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¬MEDIA RELEASE</dc:title>
  <dc:creator>Pieterse, Hannie</dc:creator>
  <cp:lastModifiedBy>Mnguni, Siphosihle</cp:lastModifiedBy>
  <cp:revision>18</cp:revision>
  <cp:lastPrinted>2024-06-14T08:29:00Z</cp:lastPrinted>
  <dcterms:created xsi:type="dcterms:W3CDTF">2024-07-10T13:51:00Z</dcterms:created>
  <dcterms:modified xsi:type="dcterms:W3CDTF">2024-08-16T08:45:00Z</dcterms:modified>
</cp:coreProperties>
</file>